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30E4D" w:rsidRPr="005D6AD7" w14:paraId="5DA0C327" w14:textId="77777777" w:rsidTr="007C52EC">
        <w:tc>
          <w:tcPr>
            <w:tcW w:w="9629" w:type="dxa"/>
          </w:tcPr>
          <w:p w14:paraId="7100FCC8" w14:textId="77777777" w:rsidR="00730E4D" w:rsidRPr="005D6AD7" w:rsidRDefault="00730E4D" w:rsidP="007963D7">
            <w:pPr>
              <w:jc w:val="center"/>
              <w:rPr>
                <w:b/>
                <w:bCs/>
                <w:color w:val="010202"/>
                <w:sz w:val="32"/>
                <w:szCs w:val="32"/>
              </w:rPr>
            </w:pPr>
            <w:r w:rsidRPr="005D6AD7">
              <w:rPr>
                <w:b/>
                <w:bCs/>
                <w:color w:val="010202"/>
                <w:sz w:val="32"/>
                <w:szCs w:val="32"/>
              </w:rPr>
              <w:t>MODULO D’ISCRIZIONE</w:t>
            </w:r>
          </w:p>
          <w:p w14:paraId="4DEE6DC8" w14:textId="3695F935" w:rsidR="00730E4D" w:rsidRPr="005D6AD7" w:rsidRDefault="00730E4D" w:rsidP="007963D7">
            <w:pPr>
              <w:jc w:val="center"/>
              <w:rPr>
                <w:b/>
                <w:bCs/>
                <w:color w:val="010202"/>
                <w:szCs w:val="24"/>
              </w:rPr>
            </w:pPr>
            <w:r w:rsidRPr="005D6AD7">
              <w:rPr>
                <w:b/>
                <w:bCs/>
                <w:color w:val="010202"/>
                <w:szCs w:val="24"/>
              </w:rPr>
              <w:t>Corso di formazione</w:t>
            </w:r>
            <w:r w:rsidR="00370A37">
              <w:rPr>
                <w:b/>
                <w:bCs/>
                <w:color w:val="010202"/>
                <w:szCs w:val="24"/>
              </w:rPr>
              <w:t xml:space="preserve"> A.I.A.</w:t>
            </w:r>
          </w:p>
          <w:p w14:paraId="669A01F4" w14:textId="77777777" w:rsidR="00730E4D" w:rsidRDefault="00730E4D" w:rsidP="007963D7">
            <w:pPr>
              <w:jc w:val="center"/>
              <w:rPr>
                <w:b/>
                <w:bCs/>
                <w:color w:val="010202"/>
                <w:szCs w:val="24"/>
              </w:rPr>
            </w:pPr>
            <w:r w:rsidRPr="005D6AD7">
              <w:rPr>
                <w:b/>
                <w:bCs/>
                <w:color w:val="010202"/>
                <w:szCs w:val="24"/>
              </w:rPr>
              <w:t>STUDENTESSE</w:t>
            </w:r>
            <w:r w:rsidR="00370A37">
              <w:rPr>
                <w:b/>
                <w:bCs/>
                <w:color w:val="010202"/>
                <w:szCs w:val="24"/>
              </w:rPr>
              <w:t xml:space="preserve"> </w:t>
            </w:r>
            <w:r w:rsidR="00370A37" w:rsidRPr="005D6AD7">
              <w:rPr>
                <w:b/>
                <w:bCs/>
                <w:color w:val="010202"/>
                <w:szCs w:val="24"/>
              </w:rPr>
              <w:t>E</w:t>
            </w:r>
            <w:r w:rsidRPr="005D6AD7">
              <w:rPr>
                <w:b/>
                <w:bCs/>
                <w:color w:val="010202"/>
                <w:szCs w:val="24"/>
              </w:rPr>
              <w:t xml:space="preserve"> </w:t>
            </w:r>
            <w:r w:rsidR="00370A37" w:rsidRPr="005D6AD7">
              <w:rPr>
                <w:b/>
                <w:bCs/>
                <w:color w:val="010202"/>
                <w:szCs w:val="24"/>
              </w:rPr>
              <w:t xml:space="preserve">STUDENTI </w:t>
            </w:r>
            <w:r w:rsidRPr="005D6AD7">
              <w:rPr>
                <w:b/>
                <w:bCs/>
                <w:color w:val="010202"/>
                <w:szCs w:val="24"/>
              </w:rPr>
              <w:t>ARBITRI CALCIO</w:t>
            </w:r>
            <w:r>
              <w:rPr>
                <w:b/>
                <w:bCs/>
                <w:color w:val="010202"/>
                <w:szCs w:val="24"/>
              </w:rPr>
              <w:t xml:space="preserve"> </w:t>
            </w:r>
          </w:p>
          <w:p w14:paraId="4EF66580" w14:textId="0D3A573A" w:rsidR="00BD5A37" w:rsidRPr="005D6AD7" w:rsidRDefault="00BD5A37" w:rsidP="00BD5A37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b/>
                <w:bCs/>
                <w:color w:val="010202"/>
              </w:rPr>
              <w:t xml:space="preserve">                                    </w:t>
            </w:r>
            <w:r w:rsidRPr="00730E4D">
              <w:rPr>
                <w:b/>
                <w:bCs/>
                <w:color w:val="010202"/>
              </w:rPr>
              <w:t xml:space="preserve">Da inviare </w:t>
            </w:r>
            <w:r w:rsidR="00B169F2">
              <w:rPr>
                <w:b/>
                <w:bCs/>
                <w:color w:val="010202"/>
              </w:rPr>
              <w:t>entro il 28</w:t>
            </w:r>
            <w:r>
              <w:rPr>
                <w:b/>
                <w:bCs/>
                <w:color w:val="010202"/>
              </w:rPr>
              <w:t>/02/ 2022</w:t>
            </w:r>
            <w:r w:rsidRPr="00730E4D">
              <w:rPr>
                <w:b/>
                <w:bCs/>
                <w:color w:val="010202"/>
              </w:rPr>
              <w:t xml:space="preserve"> </w:t>
            </w:r>
            <w:r>
              <w:rPr>
                <w:b/>
                <w:bCs/>
                <w:color w:val="010202"/>
              </w:rPr>
              <w:t>a :</w:t>
            </w:r>
            <w:r w:rsidRPr="006D2AC4">
              <w:rPr>
                <w:color w:val="010202"/>
                <w:sz w:val="28"/>
                <w:szCs w:val="28"/>
              </w:rPr>
              <w:t xml:space="preserve"> </w:t>
            </w:r>
            <w:hyperlink r:id="rId11" w:history="1">
              <w:r w:rsidR="00B169F2" w:rsidRPr="00A164F3">
                <w:rPr>
                  <w:rStyle w:val="Collegamentoipertestuale"/>
                </w:rPr>
                <w:t>pres.pesaro@aia-figc.it</w:t>
              </w:r>
            </w:hyperlink>
          </w:p>
        </w:tc>
      </w:tr>
      <w:tr w:rsidR="00730E4D" w:rsidRPr="005D6AD7" w14:paraId="41DEDCDD" w14:textId="77777777" w:rsidTr="007C52EC">
        <w:tc>
          <w:tcPr>
            <w:tcW w:w="9629" w:type="dxa"/>
          </w:tcPr>
          <w:p w14:paraId="6ACC7CDB" w14:textId="6D9CEAF3" w:rsidR="00730E4D" w:rsidRPr="005D6AD7" w:rsidRDefault="00730E4D" w:rsidP="00730E4D">
            <w:pPr>
              <w:jc w:val="center"/>
              <w:rPr>
                <w:sz w:val="36"/>
                <w:szCs w:val="36"/>
              </w:rPr>
            </w:pPr>
            <w:r w:rsidRPr="006D2AC4">
              <w:rPr>
                <w:b/>
                <w:bCs/>
                <w:sz w:val="28"/>
                <w:szCs w:val="28"/>
              </w:rPr>
              <w:t xml:space="preserve">SEZIONE DI  </w:t>
            </w:r>
            <w:r w:rsidR="00B169F2">
              <w:rPr>
                <w:b/>
                <w:bCs/>
                <w:sz w:val="28"/>
                <w:szCs w:val="28"/>
              </w:rPr>
              <w:t>PESARO</w:t>
            </w:r>
          </w:p>
        </w:tc>
      </w:tr>
      <w:tr w:rsidR="00730E4D" w:rsidRPr="005D6AD7" w14:paraId="4BC7F938" w14:textId="77777777" w:rsidTr="007C52EC">
        <w:tc>
          <w:tcPr>
            <w:tcW w:w="9629" w:type="dxa"/>
          </w:tcPr>
          <w:p w14:paraId="61C06248" w14:textId="77777777" w:rsidR="00DC2E45" w:rsidRDefault="00730E4D" w:rsidP="007963D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14:paraId="2FBC8B2A" w14:textId="117C1F10" w:rsidR="00730E4D" w:rsidRPr="006D2AC4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Il/</w:t>
            </w:r>
            <w:proofErr w:type="gramStart"/>
            <w:r w:rsidRPr="006D2AC4">
              <w:rPr>
                <w:szCs w:val="24"/>
              </w:rPr>
              <w:t>la  sottoscritto</w:t>
            </w:r>
            <w:proofErr w:type="gramEnd"/>
            <w:r w:rsidRPr="006D2AC4">
              <w:rPr>
                <w:szCs w:val="24"/>
              </w:rPr>
              <w:t>/a ………………………………………………</w:t>
            </w:r>
            <w:r>
              <w:rPr>
                <w:szCs w:val="24"/>
              </w:rPr>
              <w:t>…………………………………..</w:t>
            </w:r>
          </w:p>
          <w:p w14:paraId="6F338FDD" w14:textId="77777777" w:rsidR="00730E4D" w:rsidRPr="006D2AC4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Studente dell’Istituto ……………………………………………</w:t>
            </w:r>
            <w:r>
              <w:rPr>
                <w:szCs w:val="24"/>
              </w:rPr>
              <w:t>………………………………….</w:t>
            </w:r>
          </w:p>
          <w:p w14:paraId="282307AC" w14:textId="77777777" w:rsid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Classe……………………………………………………………</w:t>
            </w:r>
            <w:r>
              <w:rPr>
                <w:szCs w:val="24"/>
              </w:rPr>
              <w:t>……………………………</w:t>
            </w:r>
            <w:proofErr w:type="gramStart"/>
            <w:r>
              <w:rPr>
                <w:szCs w:val="24"/>
              </w:rPr>
              <w:t>…….</w:t>
            </w:r>
            <w:proofErr w:type="gramEnd"/>
            <w:r w:rsidRPr="006D2AC4">
              <w:rPr>
                <w:szCs w:val="24"/>
              </w:rPr>
              <w:t>.</w:t>
            </w:r>
          </w:p>
          <w:p w14:paraId="62EA2B06" w14:textId="77777777" w:rsidR="00730E4D" w:rsidRPr="006D2AC4" w:rsidRDefault="00730E4D" w:rsidP="007963D7">
            <w:pPr>
              <w:rPr>
                <w:szCs w:val="24"/>
              </w:rPr>
            </w:pPr>
            <w:r>
              <w:rPr>
                <w:szCs w:val="24"/>
              </w:rPr>
              <w:t>Indirizzo mail _________________________@____________________________</w:t>
            </w:r>
          </w:p>
          <w:p w14:paraId="4C816157" w14:textId="77777777" w:rsidR="00730E4D" w:rsidRPr="006D2AC4" w:rsidRDefault="00730E4D" w:rsidP="007963D7">
            <w:pPr>
              <w:jc w:val="center"/>
              <w:rPr>
                <w:szCs w:val="24"/>
              </w:rPr>
            </w:pPr>
            <w:r w:rsidRPr="006D2AC4">
              <w:rPr>
                <w:szCs w:val="24"/>
              </w:rPr>
              <w:t>CHIEDE</w:t>
            </w:r>
          </w:p>
          <w:p w14:paraId="1A80307B" w14:textId="4034B154" w:rsid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Di essere iscritto al Corso di formazione “Arbitri di calcio”</w:t>
            </w:r>
            <w:r>
              <w:rPr>
                <w:szCs w:val="24"/>
              </w:rPr>
              <w:t xml:space="preserve"> che si terrà p</w:t>
            </w:r>
            <w:r w:rsidR="00273E56">
              <w:rPr>
                <w:szCs w:val="24"/>
              </w:rPr>
              <w:t xml:space="preserve">resso la SEZIONE DI </w:t>
            </w:r>
            <w:proofErr w:type="gramStart"/>
            <w:r w:rsidR="00B169F2">
              <w:rPr>
                <w:szCs w:val="24"/>
              </w:rPr>
              <w:t>PESARO</w:t>
            </w:r>
            <w:r w:rsidR="00515096">
              <w:rPr>
                <w:szCs w:val="24"/>
              </w:rPr>
              <w:t xml:space="preserve"> </w:t>
            </w:r>
            <w:r w:rsidR="00273E56">
              <w:rPr>
                <w:szCs w:val="24"/>
              </w:rPr>
              <w:t xml:space="preserve"> </w:t>
            </w:r>
            <w:proofErr w:type="spellStart"/>
            <w:r w:rsidR="00DC2E45">
              <w:rPr>
                <w:szCs w:val="24"/>
              </w:rPr>
              <w:t>dal</w:t>
            </w:r>
            <w:r w:rsidR="00B169F2">
              <w:rPr>
                <w:szCs w:val="24"/>
              </w:rPr>
              <w:t>laprima</w:t>
            </w:r>
            <w:proofErr w:type="spellEnd"/>
            <w:proofErr w:type="gramEnd"/>
            <w:r w:rsidR="00B169F2">
              <w:rPr>
                <w:szCs w:val="24"/>
              </w:rPr>
              <w:t xml:space="preserve"> settimana di marzo </w:t>
            </w:r>
            <w:r w:rsidR="00DC2E45">
              <w:rPr>
                <w:szCs w:val="24"/>
              </w:rPr>
              <w:t xml:space="preserve"> 2022</w:t>
            </w:r>
          </w:p>
          <w:p w14:paraId="42D0AB69" w14:textId="77777777" w:rsidR="00730E4D" w:rsidRPr="006D2AC4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Luogo, data</w:t>
            </w:r>
          </w:p>
          <w:p w14:paraId="5A4CB4FB" w14:textId="77777777" w:rsidR="00730E4D" w:rsidRP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_________________, __/__/______</w:t>
            </w:r>
          </w:p>
        </w:tc>
      </w:tr>
      <w:tr w:rsidR="00730E4D" w:rsidRPr="005D6AD7" w14:paraId="4A90924E" w14:textId="77777777" w:rsidTr="007C52EC">
        <w:tc>
          <w:tcPr>
            <w:tcW w:w="9629" w:type="dxa"/>
          </w:tcPr>
          <w:p w14:paraId="51B0B2BC" w14:textId="3ABDC1E6" w:rsidR="00730E4D" w:rsidRDefault="00BD5A37" w:rsidP="00DC2E45">
            <w:pPr>
              <w:rPr>
                <w:szCs w:val="24"/>
              </w:rPr>
            </w:pPr>
            <w:r w:rsidRPr="00DC2E45">
              <w:rPr>
                <w:sz w:val="20"/>
                <w:szCs w:val="20"/>
              </w:rPr>
              <w:t>Autorizzo il trattamento dei miei dati personali ai sensi ai sensi del Decreto Legislativo 101/2018 e dell’art. 13 GDPR (Regolamento UE 2016/679) ai fini della iscrizione e dello svolgimento del</w:t>
            </w:r>
            <w:r w:rsidR="00DC2E45">
              <w:rPr>
                <w:sz w:val="20"/>
                <w:szCs w:val="20"/>
              </w:rPr>
              <w:t xml:space="preserve"> corso </w:t>
            </w:r>
            <w:r w:rsidRPr="00DC2E45">
              <w:rPr>
                <w:sz w:val="20"/>
                <w:szCs w:val="20"/>
              </w:rPr>
              <w:t>da parte</w:t>
            </w:r>
            <w:r w:rsidR="00DC2E45">
              <w:rPr>
                <w:sz w:val="20"/>
                <w:szCs w:val="20"/>
              </w:rPr>
              <w:t xml:space="preserve"> dell’AIA-FIGC </w:t>
            </w:r>
            <w:proofErr w:type="gramStart"/>
            <w:r w:rsidR="00DC2E45">
              <w:rPr>
                <w:sz w:val="20"/>
                <w:szCs w:val="20"/>
              </w:rPr>
              <w:t>Marche .</w:t>
            </w:r>
            <w:proofErr w:type="gramEnd"/>
            <w:r w:rsidRPr="00DC2E45">
              <w:rPr>
                <w:sz w:val="20"/>
                <w:szCs w:val="20"/>
              </w:rPr>
              <w:t xml:space="preserve"> Il partecipante e/o il </w:t>
            </w:r>
            <w:proofErr w:type="gramStart"/>
            <w:r w:rsidRPr="00DC2E45">
              <w:rPr>
                <w:sz w:val="20"/>
                <w:szCs w:val="20"/>
              </w:rPr>
              <w:t>genitore  con</w:t>
            </w:r>
            <w:proofErr w:type="gramEnd"/>
            <w:r w:rsidRPr="00DC2E45">
              <w:rPr>
                <w:sz w:val="20"/>
                <w:szCs w:val="20"/>
              </w:rPr>
              <w:t xml:space="preserve"> la firma di tale modulo manifesta espressamente il suo libero e pieno consenso al Trattamento dei Dati Personali del partecipante trasmessi esclusivamente per le finalità connesse allo svolgimento dell’evento formativo e per il rilascio dell’attestato di partecipazione. Il trattamento dei dati personali avverrà con modalità informatiche e manuali al fine di garantire la registrazione e partecipazione all</w:t>
            </w:r>
            <w:r w:rsidR="00DC2E45">
              <w:rPr>
                <w:sz w:val="20"/>
                <w:szCs w:val="20"/>
              </w:rPr>
              <w:t xml:space="preserve">a </w:t>
            </w:r>
            <w:proofErr w:type="gramStart"/>
            <w:r w:rsidR="00DC2E45">
              <w:rPr>
                <w:sz w:val="20"/>
                <w:szCs w:val="20"/>
              </w:rPr>
              <w:t xml:space="preserve">formazione </w:t>
            </w:r>
            <w:r w:rsidRPr="00DC2E45">
              <w:rPr>
                <w:sz w:val="20"/>
                <w:szCs w:val="20"/>
              </w:rPr>
              <w:t xml:space="preserve"> organizzato</w:t>
            </w:r>
            <w:proofErr w:type="gramEnd"/>
            <w:r w:rsidRPr="00DC2E45">
              <w:rPr>
                <w:sz w:val="20"/>
                <w:szCs w:val="20"/>
              </w:rPr>
              <w:t xml:space="preserve"> da</w:t>
            </w:r>
            <w:r w:rsidR="00DC2E45">
              <w:rPr>
                <w:szCs w:val="20"/>
              </w:rPr>
              <w:t xml:space="preserve"> </w:t>
            </w:r>
            <w:r w:rsidR="00DC2E45" w:rsidRPr="00DC2E45">
              <w:rPr>
                <w:sz w:val="20"/>
                <w:szCs w:val="20"/>
              </w:rPr>
              <w:t>Associazione Italiana Arbitri Comitato Regionale Marche</w:t>
            </w:r>
          </w:p>
          <w:p w14:paraId="02C5A487" w14:textId="77777777" w:rsid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Firma (</w:t>
            </w:r>
            <w:r w:rsidRPr="006D2AC4">
              <w:rPr>
                <w:i/>
                <w:szCs w:val="24"/>
              </w:rPr>
              <w:t xml:space="preserve">se </w:t>
            </w:r>
            <w:proofErr w:type="gramStart"/>
            <w:r w:rsidRPr="006D2AC4">
              <w:rPr>
                <w:i/>
                <w:szCs w:val="24"/>
              </w:rPr>
              <w:t>maggiorenne</w:t>
            </w:r>
            <w:r w:rsidRPr="006D2AC4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  </w:t>
            </w:r>
            <w:proofErr w:type="gramEnd"/>
            <w:r>
              <w:rPr>
                <w:szCs w:val="24"/>
              </w:rPr>
              <w:t xml:space="preserve">                                                           </w:t>
            </w:r>
            <w:r w:rsidRPr="006D2AC4">
              <w:rPr>
                <w:szCs w:val="24"/>
              </w:rPr>
              <w:t xml:space="preserve">Firma del genitore </w:t>
            </w:r>
            <w:r w:rsidRPr="006D2AC4">
              <w:rPr>
                <w:i/>
                <w:szCs w:val="24"/>
              </w:rPr>
              <w:t>(se minorenne</w:t>
            </w:r>
            <w:r w:rsidRPr="006D2AC4">
              <w:rPr>
                <w:szCs w:val="24"/>
              </w:rPr>
              <w:t>)</w:t>
            </w:r>
          </w:p>
          <w:p w14:paraId="7345746E" w14:textId="77777777" w:rsidR="00730E4D" w:rsidRPr="00730E4D" w:rsidRDefault="00730E4D" w:rsidP="007963D7">
            <w:pPr>
              <w:rPr>
                <w:sz w:val="36"/>
                <w:szCs w:val="36"/>
              </w:rPr>
            </w:pPr>
            <w:r>
              <w:rPr>
                <w:szCs w:val="24"/>
              </w:rPr>
              <w:t xml:space="preserve">________________________                                                      ___________________________                                                       </w:t>
            </w:r>
          </w:p>
        </w:tc>
      </w:tr>
    </w:tbl>
    <w:p w14:paraId="673B104D" w14:textId="14D3742E" w:rsidR="00515096" w:rsidRDefault="00515096" w:rsidP="00730E4D">
      <w:pPr>
        <w:spacing w:after="0" w:line="240" w:lineRule="auto"/>
        <w:rPr>
          <w:color w:val="010202"/>
          <w:sz w:val="28"/>
          <w:szCs w:val="28"/>
        </w:rPr>
      </w:pPr>
    </w:p>
    <w:p w14:paraId="04D0CA35" w14:textId="332F0111" w:rsidR="00515096" w:rsidRPr="006D2AC4" w:rsidRDefault="00515096" w:rsidP="00BD5A37">
      <w:pPr>
        <w:spacing w:after="0" w:line="240" w:lineRule="auto"/>
        <w:rPr>
          <w:color w:val="010202"/>
          <w:sz w:val="28"/>
          <w:szCs w:val="28"/>
        </w:rPr>
      </w:pPr>
    </w:p>
    <w:sectPr w:rsidR="00515096" w:rsidRPr="006D2AC4" w:rsidSect="00AA4361">
      <w:headerReference w:type="default" r:id="rId12"/>
      <w:footerReference w:type="default" r:id="rId13"/>
      <w:pgSz w:w="11907" w:h="16840"/>
      <w:pgMar w:top="1134" w:right="1134" w:bottom="709" w:left="1134" w:header="539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AFCE6" w14:textId="77777777" w:rsidR="008F3118" w:rsidRDefault="008F3118">
      <w:r>
        <w:separator/>
      </w:r>
    </w:p>
  </w:endnote>
  <w:endnote w:type="continuationSeparator" w:id="0">
    <w:p w14:paraId="5EEEE100" w14:textId="77777777" w:rsidR="008F3118" w:rsidRDefault="008F3118">
      <w:r>
        <w:continuationSeparator/>
      </w:r>
    </w:p>
  </w:endnote>
  <w:endnote w:type="continuationNotice" w:id="1">
    <w:p w14:paraId="1CB39C87" w14:textId="77777777" w:rsidR="008F3118" w:rsidRDefault="008F31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BD982" w14:textId="0FF8A156" w:rsidR="00AB674B" w:rsidRDefault="00AB674B" w:rsidP="00AB674B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 w:rsidRPr="008B6772">
      <w:rPr>
        <w:rFonts w:asciiTheme="minorHAnsi" w:hAnsiTheme="minorHAnsi"/>
        <w:iCs/>
        <w:color w:val="auto"/>
        <w:sz w:val="18"/>
        <w:szCs w:val="18"/>
      </w:rPr>
      <w:t>2022</w:t>
    </w:r>
    <w:r>
      <w:rPr>
        <w:rFonts w:asciiTheme="minorHAnsi" w:hAnsiTheme="minorHAnsi"/>
        <w:iCs/>
        <w:color w:val="auto"/>
        <w:sz w:val="18"/>
        <w:szCs w:val="18"/>
      </w:rPr>
      <w:t>0201</w:t>
    </w:r>
    <w:r w:rsidRPr="008B6772">
      <w:rPr>
        <w:rFonts w:asciiTheme="minorHAnsi" w:hAnsiTheme="minorHAnsi"/>
        <w:iCs/>
        <w:color w:val="auto"/>
        <w:sz w:val="18"/>
        <w:szCs w:val="18"/>
      </w:rPr>
      <w:t>150</w:t>
    </w:r>
    <w:r>
      <w:rPr>
        <w:rFonts w:asciiTheme="minorHAnsi" w:hAnsiTheme="minorHAnsi"/>
        <w:iCs/>
        <w:color w:val="auto"/>
        <w:sz w:val="18"/>
        <w:szCs w:val="18"/>
      </w:rPr>
      <w:t>2</w:t>
    </w:r>
    <w:r w:rsidRPr="008B6772">
      <w:rPr>
        <w:rFonts w:asciiTheme="minorHAnsi" w:hAnsiTheme="minorHAnsi"/>
        <w:iCs/>
        <w:color w:val="auto"/>
        <w:sz w:val="18"/>
        <w:szCs w:val="18"/>
      </w:rPr>
      <w:t>_</w:t>
    </w:r>
    <w:r>
      <w:rPr>
        <w:rFonts w:asciiTheme="minorHAnsi" w:hAnsiTheme="minorHAnsi"/>
        <w:iCs/>
        <w:color w:val="auto"/>
        <w:sz w:val="18"/>
        <w:szCs w:val="18"/>
      </w:rPr>
      <w:t>Modulo_Iscrizione_</w:t>
    </w:r>
    <w:r w:rsidRPr="008B6772">
      <w:rPr>
        <w:rFonts w:asciiTheme="minorHAnsi" w:hAnsiTheme="minorHAnsi"/>
        <w:iCs/>
        <w:color w:val="auto"/>
        <w:sz w:val="18"/>
        <w:szCs w:val="18"/>
      </w:rPr>
      <w:t xml:space="preserve">Corso </w:t>
    </w:r>
    <w:proofErr w:type="spellStart"/>
    <w:r w:rsidRPr="008B6772">
      <w:rPr>
        <w:rFonts w:asciiTheme="minorHAnsi" w:hAnsiTheme="minorHAnsi"/>
        <w:iCs/>
        <w:color w:val="auto"/>
        <w:sz w:val="18"/>
        <w:szCs w:val="18"/>
      </w:rPr>
      <w:t>A</w:t>
    </w:r>
    <w:r>
      <w:rPr>
        <w:rFonts w:asciiTheme="minorHAnsi" w:hAnsiTheme="minorHAnsi"/>
        <w:iCs/>
        <w:color w:val="auto"/>
        <w:sz w:val="18"/>
        <w:szCs w:val="18"/>
      </w:rPr>
      <w:t>.I.A._Arbitri</w:t>
    </w:r>
    <w:proofErr w:type="spellEnd"/>
    <w:r>
      <w:rPr>
        <w:rFonts w:asciiTheme="minorHAnsi" w:hAnsiTheme="minorHAnsi"/>
        <w:iCs/>
        <w:color w:val="auto"/>
        <w:sz w:val="18"/>
        <w:szCs w:val="18"/>
      </w:rPr>
      <w:t xml:space="preserve"> _</w:t>
    </w:r>
    <w:proofErr w:type="spellStart"/>
    <w:r>
      <w:rPr>
        <w:rFonts w:asciiTheme="minorHAnsi" w:hAnsiTheme="minorHAnsi"/>
        <w:iCs/>
        <w:color w:val="auto"/>
        <w:sz w:val="18"/>
        <w:szCs w:val="18"/>
      </w:rPr>
      <w:t>Calcio_Pesaro</w:t>
    </w:r>
    <w:proofErr w:type="spellEnd"/>
    <w:r>
      <w:rPr>
        <w:rFonts w:asciiTheme="minorHAnsi" w:hAnsiTheme="minorHAnsi"/>
        <w:iCs/>
        <w:color w:val="auto"/>
        <w:sz w:val="18"/>
        <w:szCs w:val="18"/>
      </w:rPr>
      <w:t xml:space="preserve"> e Urbino</w:t>
    </w:r>
  </w:p>
  <w:p w14:paraId="1F1F899F" w14:textId="0B28B724" w:rsidR="00CF01A2" w:rsidRDefault="0063515F" w:rsidP="0067373C">
    <w:pPr>
      <w:pStyle w:val="Default"/>
      <w:jc w:val="center"/>
      <w:rPr>
        <w:rStyle w:val="Collegamentoipertestuale"/>
        <w:rFonts w:asciiTheme="minorHAnsi" w:hAnsiTheme="minorHAnsi"/>
        <w:iCs/>
        <w:sz w:val="18"/>
        <w:szCs w:val="18"/>
      </w:rPr>
    </w:pPr>
    <w:r w:rsidRPr="0063515F">
      <w:rPr>
        <w:rFonts w:asciiTheme="minorHAnsi" w:hAnsiTheme="minorHAnsi"/>
        <w:iCs/>
        <w:color w:val="auto"/>
        <w:sz w:val="18"/>
        <w:szCs w:val="18"/>
      </w:rPr>
      <w:t xml:space="preserve">Il Coordinatore Regionale per l’Educazione Fisica Marco Petrini 0712295 437 </w:t>
    </w:r>
    <w:hyperlink r:id="rId1" w:history="1">
      <w:r w:rsidRPr="0063515F">
        <w:rPr>
          <w:rStyle w:val="Collegamentoipertestuale"/>
          <w:rFonts w:asciiTheme="minorHAnsi" w:hAnsiTheme="minorHAnsi"/>
          <w:iCs/>
          <w:sz w:val="18"/>
          <w:szCs w:val="18"/>
        </w:rPr>
        <w:t>edifisicamarche@istruzione.it</w:t>
      </w:r>
    </w:hyperlink>
  </w:p>
  <w:p w14:paraId="3406A1CB" w14:textId="1A65B0A1" w:rsidR="00B673F9" w:rsidRPr="0063515F" w:rsidRDefault="00102CF0" w:rsidP="0067373C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>
      <w:rPr>
        <w:rFonts w:asciiTheme="minorHAnsi" w:hAnsiTheme="minorHAnsi"/>
        <w:iCs/>
        <w:color w:val="auto"/>
        <w:sz w:val="18"/>
        <w:szCs w:val="18"/>
      </w:rPr>
      <w:t xml:space="preserve">Referente </w:t>
    </w:r>
    <w:r w:rsidR="00D52C78">
      <w:rPr>
        <w:rFonts w:asciiTheme="minorHAnsi" w:hAnsiTheme="minorHAnsi"/>
        <w:iCs/>
        <w:color w:val="auto"/>
        <w:sz w:val="18"/>
        <w:szCs w:val="18"/>
      </w:rPr>
      <w:t xml:space="preserve">EF A.T. </w:t>
    </w:r>
    <w:r w:rsidR="00B169F2">
      <w:rPr>
        <w:rFonts w:asciiTheme="minorHAnsi" w:hAnsiTheme="minorHAnsi"/>
        <w:iCs/>
        <w:color w:val="auto"/>
        <w:sz w:val="18"/>
        <w:szCs w:val="18"/>
      </w:rPr>
      <w:t xml:space="preserve">Pesaro e Urbino Sauro </w:t>
    </w:r>
    <w:proofErr w:type="spellStart"/>
    <w:r w:rsidR="00B169F2">
      <w:rPr>
        <w:rFonts w:asciiTheme="minorHAnsi" w:hAnsiTheme="minorHAnsi"/>
        <w:iCs/>
        <w:color w:val="auto"/>
        <w:sz w:val="18"/>
        <w:szCs w:val="18"/>
      </w:rPr>
      <w:t>Saudelli</w:t>
    </w:r>
    <w:proofErr w:type="spellEnd"/>
    <w:r>
      <w:rPr>
        <w:rFonts w:asciiTheme="minorHAnsi" w:hAnsiTheme="minorHAnsi"/>
        <w:iCs/>
        <w:color w:val="auto"/>
        <w:sz w:val="18"/>
        <w:szCs w:val="18"/>
      </w:rPr>
      <w:t xml:space="preserve"> </w:t>
    </w:r>
    <w:hyperlink r:id="rId2" w:history="1">
      <w:r w:rsidR="00B169F2" w:rsidRPr="00A164F3">
        <w:rPr>
          <w:rStyle w:val="Collegamentoipertestuale"/>
          <w:rFonts w:asciiTheme="minorHAnsi" w:hAnsiTheme="minorHAnsi"/>
          <w:iCs/>
          <w:sz w:val="18"/>
          <w:szCs w:val="18"/>
        </w:rPr>
        <w:t>edfisicamarche.pu@istruzione.it</w:t>
      </w:r>
    </w:hyperlink>
    <w:r w:rsidR="0049049A">
      <w:rPr>
        <w:rFonts w:asciiTheme="minorHAnsi" w:hAnsiTheme="minorHAnsi"/>
        <w:iCs/>
        <w:color w:val="auto"/>
        <w:sz w:val="18"/>
        <w:szCs w:val="18"/>
      </w:rPr>
      <w:t xml:space="preserve"> </w:t>
    </w:r>
    <w:r w:rsidR="00933B73" w:rsidRPr="00933B73">
      <w:rPr>
        <w:rFonts w:asciiTheme="minorHAnsi" w:hAnsiTheme="minorHAnsi"/>
        <w:iCs/>
        <w:color w:val="auto"/>
        <w:sz w:val="18"/>
        <w:szCs w:val="18"/>
      </w:rPr>
      <w:t>07</w:t>
    </w:r>
    <w:r w:rsidR="00B169F2">
      <w:rPr>
        <w:rFonts w:asciiTheme="minorHAnsi" w:hAnsiTheme="minorHAnsi"/>
        <w:iCs/>
        <w:color w:val="auto"/>
        <w:sz w:val="18"/>
        <w:szCs w:val="18"/>
      </w:rPr>
      <w:t>21 25094</w:t>
    </w:r>
  </w:p>
  <w:p w14:paraId="17EF53F5" w14:textId="77777777" w:rsidR="00670B72" w:rsidRDefault="001B6682" w:rsidP="001B6682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 w:rsidRPr="00BF58B5">
      <w:rPr>
        <w:rFonts w:ascii="Calibri" w:hAnsi="Calibri"/>
        <w:i/>
        <w:iCs/>
        <w:color w:val="auto"/>
        <w:sz w:val="18"/>
        <w:szCs w:val="18"/>
      </w:rPr>
      <w:t>Docu</w:t>
    </w:r>
    <w:r>
      <w:rPr>
        <w:rFonts w:ascii="Calibri" w:hAnsi="Calibri"/>
        <w:i/>
        <w:iCs/>
        <w:sz w:val="20"/>
        <w:szCs w:val="20"/>
      </w:rPr>
      <w:t>mento firmato digitalmente ai sensi del c.d. Codice dell’Amministrazione Digitale e normativa connessa</w:t>
    </w:r>
  </w:p>
  <w:p w14:paraId="5374A483" w14:textId="77777777" w:rsidR="00670B72" w:rsidRDefault="00670B72" w:rsidP="006D24A4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</w:t>
    </w:r>
    <w:r>
      <w:rPr>
        <w:rFonts w:ascii="Calibri" w:hAnsi="Calibri" w:cs="Arial"/>
        <w:iCs/>
        <w:color w:val="auto"/>
        <w:sz w:val="18"/>
        <w:szCs w:val="18"/>
      </w:rPr>
      <w:t xml:space="preserve"> </w:t>
    </w:r>
    <w:r w:rsidRPr="007D2791">
      <w:rPr>
        <w:rFonts w:ascii="Calibri" w:hAnsi="Calibri" w:cs="Arial"/>
        <w:iCs/>
        <w:color w:val="auto"/>
        <w:sz w:val="18"/>
        <w:szCs w:val="18"/>
      </w:rPr>
      <w:t>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3CD80C82" w14:textId="77777777" w:rsidR="00670B72" w:rsidRPr="00551CAC" w:rsidRDefault="00670B72" w:rsidP="006D24A4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3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4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4764A5AD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7B34BE80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317D40D8" w14:textId="77777777" w:rsidR="00670B72" w:rsidRPr="006D24A4" w:rsidRDefault="00670B72" w:rsidP="006D24A4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r:id="rId5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  <w:r>
      <w:t xml:space="preserve"> </w:t>
    </w:r>
    <w:r w:rsidRPr="00D75BC4">
      <w:t> 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6BF03" w14:textId="77777777" w:rsidR="008F3118" w:rsidRDefault="008F3118">
      <w:r>
        <w:separator/>
      </w:r>
    </w:p>
  </w:footnote>
  <w:footnote w:type="continuationSeparator" w:id="0">
    <w:p w14:paraId="46534A29" w14:textId="77777777" w:rsidR="008F3118" w:rsidRDefault="008F3118">
      <w:r>
        <w:continuationSeparator/>
      </w:r>
    </w:p>
  </w:footnote>
  <w:footnote w:type="continuationNotice" w:id="1">
    <w:p w14:paraId="305120DF" w14:textId="77777777" w:rsidR="008F3118" w:rsidRDefault="008F31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CD22C" w14:textId="77777777" w:rsidR="00670B72" w:rsidRDefault="5186483A" w:rsidP="006D24A4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noProof/>
      </w:rPr>
      <w:drawing>
        <wp:inline distT="0" distB="0" distL="0" distR="0" wp14:anchorId="255DBB06" wp14:editId="5186483A">
          <wp:extent cx="495300" cy="56197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07D7D9" w14:textId="77777777" w:rsidR="00CA1429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4CF06EF5" w14:textId="77777777" w:rsidR="00670B72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EDD7FA6" w14:textId="77777777" w:rsidR="00670B72" w:rsidRPr="007A6E4C" w:rsidRDefault="00670B72" w:rsidP="007A6E4C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w14:paraId="5276EA8E" w14:textId="77777777" w:rsidR="00677843" w:rsidRPr="00677843" w:rsidRDefault="00677843" w:rsidP="006D24A4">
    <w:pPr>
      <w:pStyle w:val="Default"/>
      <w:jc w:val="center"/>
      <w:rPr>
        <w:rFonts w:ascii="Arial" w:hAnsi="Arial" w:cs="Arial"/>
        <w:bCs/>
        <w:iCs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 w15:restartNumberingAfterBreak="0">
    <w:nsid w:val="0DA10B76"/>
    <w:multiLevelType w:val="hybridMultilevel"/>
    <w:tmpl w:val="CD04C0C8"/>
    <w:lvl w:ilvl="0" w:tplc="8C5E69EA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71F1C"/>
    <w:multiLevelType w:val="hybridMultilevel"/>
    <w:tmpl w:val="30F45770"/>
    <w:lvl w:ilvl="0" w:tplc="386C11C0">
      <w:numFmt w:val="bullet"/>
      <w:lvlText w:val="-"/>
      <w:lvlJc w:val="left"/>
      <w:pPr>
        <w:ind w:left="17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" w15:restartNumberingAfterBreak="0">
    <w:nsid w:val="0E550200"/>
    <w:multiLevelType w:val="hybridMultilevel"/>
    <w:tmpl w:val="A51E1E54"/>
    <w:lvl w:ilvl="0" w:tplc="C9E614E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1A10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3C80DE3"/>
    <w:multiLevelType w:val="hybridMultilevel"/>
    <w:tmpl w:val="F1285608"/>
    <w:lvl w:ilvl="0" w:tplc="DF4867C8">
      <w:start w:val="1"/>
      <w:numFmt w:val="lowerLetter"/>
      <w:lvlText w:val="%1."/>
      <w:lvlJc w:val="left"/>
      <w:pPr>
        <w:ind w:left="720" w:hanging="360"/>
      </w:pPr>
    </w:lvl>
    <w:lvl w:ilvl="1" w:tplc="E35612E0">
      <w:start w:val="1"/>
      <w:numFmt w:val="lowerLetter"/>
      <w:lvlText w:val="%2."/>
      <w:lvlJc w:val="left"/>
      <w:pPr>
        <w:ind w:left="1440" w:hanging="360"/>
      </w:pPr>
    </w:lvl>
    <w:lvl w:ilvl="2" w:tplc="64DA7840">
      <w:start w:val="1"/>
      <w:numFmt w:val="lowerRoman"/>
      <w:lvlText w:val="%3."/>
      <w:lvlJc w:val="right"/>
      <w:pPr>
        <w:ind w:left="2160" w:hanging="180"/>
      </w:pPr>
    </w:lvl>
    <w:lvl w:ilvl="3" w:tplc="BCAC94D0">
      <w:start w:val="1"/>
      <w:numFmt w:val="decimal"/>
      <w:lvlText w:val="%4."/>
      <w:lvlJc w:val="left"/>
      <w:pPr>
        <w:ind w:left="2880" w:hanging="360"/>
      </w:pPr>
    </w:lvl>
    <w:lvl w:ilvl="4" w:tplc="5B3EC8DE">
      <w:start w:val="1"/>
      <w:numFmt w:val="lowerLetter"/>
      <w:lvlText w:val="%5."/>
      <w:lvlJc w:val="left"/>
      <w:pPr>
        <w:ind w:left="3600" w:hanging="360"/>
      </w:pPr>
    </w:lvl>
    <w:lvl w:ilvl="5" w:tplc="91ECA9E0">
      <w:start w:val="1"/>
      <w:numFmt w:val="lowerRoman"/>
      <w:lvlText w:val="%6."/>
      <w:lvlJc w:val="right"/>
      <w:pPr>
        <w:ind w:left="4320" w:hanging="180"/>
      </w:pPr>
    </w:lvl>
    <w:lvl w:ilvl="6" w:tplc="7FD472F2">
      <w:start w:val="1"/>
      <w:numFmt w:val="decimal"/>
      <w:lvlText w:val="%7."/>
      <w:lvlJc w:val="left"/>
      <w:pPr>
        <w:ind w:left="5040" w:hanging="360"/>
      </w:pPr>
    </w:lvl>
    <w:lvl w:ilvl="7" w:tplc="0F04889E">
      <w:start w:val="1"/>
      <w:numFmt w:val="lowerLetter"/>
      <w:lvlText w:val="%8."/>
      <w:lvlJc w:val="left"/>
      <w:pPr>
        <w:ind w:left="5760" w:hanging="360"/>
      </w:pPr>
    </w:lvl>
    <w:lvl w:ilvl="8" w:tplc="B78C121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9394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650131"/>
    <w:multiLevelType w:val="hybridMultilevel"/>
    <w:tmpl w:val="A55A14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E6812"/>
    <w:multiLevelType w:val="hybridMultilevel"/>
    <w:tmpl w:val="7F928242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DA1950"/>
    <w:multiLevelType w:val="hybridMultilevel"/>
    <w:tmpl w:val="63285D78"/>
    <w:lvl w:ilvl="0" w:tplc="0410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4BE40DA"/>
    <w:multiLevelType w:val="hybridMultilevel"/>
    <w:tmpl w:val="FFFFFFFF"/>
    <w:lvl w:ilvl="0" w:tplc="761EC2D2">
      <w:start w:val="1"/>
      <w:numFmt w:val="decimal"/>
      <w:lvlText w:val="%1."/>
      <w:lvlJc w:val="left"/>
      <w:pPr>
        <w:ind w:left="720" w:hanging="360"/>
      </w:pPr>
    </w:lvl>
    <w:lvl w:ilvl="1" w:tplc="A1A008C4">
      <w:start w:val="1"/>
      <w:numFmt w:val="lowerLetter"/>
      <w:lvlText w:val="%2."/>
      <w:lvlJc w:val="left"/>
      <w:pPr>
        <w:ind w:left="1440" w:hanging="360"/>
      </w:pPr>
    </w:lvl>
    <w:lvl w:ilvl="2" w:tplc="BB4E50A4">
      <w:start w:val="1"/>
      <w:numFmt w:val="lowerRoman"/>
      <w:lvlText w:val="%3."/>
      <w:lvlJc w:val="right"/>
      <w:pPr>
        <w:ind w:left="2160" w:hanging="180"/>
      </w:pPr>
    </w:lvl>
    <w:lvl w:ilvl="3" w:tplc="F3F2437E">
      <w:start w:val="1"/>
      <w:numFmt w:val="decimal"/>
      <w:lvlText w:val="%4."/>
      <w:lvlJc w:val="left"/>
      <w:pPr>
        <w:ind w:left="2880" w:hanging="360"/>
      </w:pPr>
    </w:lvl>
    <w:lvl w:ilvl="4" w:tplc="9F5046BE">
      <w:start w:val="1"/>
      <w:numFmt w:val="lowerLetter"/>
      <w:lvlText w:val="%5."/>
      <w:lvlJc w:val="left"/>
      <w:pPr>
        <w:ind w:left="3600" w:hanging="360"/>
      </w:pPr>
    </w:lvl>
    <w:lvl w:ilvl="5" w:tplc="73C005DC">
      <w:start w:val="1"/>
      <w:numFmt w:val="lowerRoman"/>
      <w:lvlText w:val="%6."/>
      <w:lvlJc w:val="right"/>
      <w:pPr>
        <w:ind w:left="4320" w:hanging="180"/>
      </w:pPr>
    </w:lvl>
    <w:lvl w:ilvl="6" w:tplc="26DE80BA">
      <w:start w:val="1"/>
      <w:numFmt w:val="decimal"/>
      <w:lvlText w:val="%7."/>
      <w:lvlJc w:val="left"/>
      <w:pPr>
        <w:ind w:left="5040" w:hanging="360"/>
      </w:pPr>
    </w:lvl>
    <w:lvl w:ilvl="7" w:tplc="D1507E7E">
      <w:start w:val="1"/>
      <w:numFmt w:val="lowerLetter"/>
      <w:lvlText w:val="%8."/>
      <w:lvlJc w:val="left"/>
      <w:pPr>
        <w:ind w:left="5760" w:hanging="360"/>
      </w:pPr>
    </w:lvl>
    <w:lvl w:ilvl="8" w:tplc="0D42F02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20D63"/>
    <w:multiLevelType w:val="hybridMultilevel"/>
    <w:tmpl w:val="42BC9312"/>
    <w:lvl w:ilvl="0" w:tplc="6066B666">
      <w:start w:val="1"/>
      <w:numFmt w:val="decimal"/>
      <w:lvlText w:val="%1."/>
      <w:lvlJc w:val="left"/>
      <w:pPr>
        <w:ind w:left="720" w:hanging="360"/>
      </w:pPr>
    </w:lvl>
    <w:lvl w:ilvl="1" w:tplc="12582C70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3AC9D08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70425DA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61628F8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9CEDB86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4345610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57CC7B2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4A0944E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8945DD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BF4675"/>
    <w:multiLevelType w:val="hybridMultilevel"/>
    <w:tmpl w:val="FFFFFFFF"/>
    <w:lvl w:ilvl="0" w:tplc="6A5E0D30">
      <w:start w:val="1"/>
      <w:numFmt w:val="decimal"/>
      <w:lvlText w:val="%1."/>
      <w:lvlJc w:val="left"/>
      <w:pPr>
        <w:ind w:left="720" w:hanging="360"/>
      </w:pPr>
    </w:lvl>
    <w:lvl w:ilvl="1" w:tplc="651AF8D2">
      <w:start w:val="1"/>
      <w:numFmt w:val="lowerLetter"/>
      <w:lvlText w:val="%2."/>
      <w:lvlJc w:val="left"/>
      <w:pPr>
        <w:ind w:left="1440" w:hanging="360"/>
      </w:pPr>
    </w:lvl>
    <w:lvl w:ilvl="2" w:tplc="3BEAE654">
      <w:start w:val="1"/>
      <w:numFmt w:val="lowerRoman"/>
      <w:lvlText w:val="%3."/>
      <w:lvlJc w:val="right"/>
      <w:pPr>
        <w:ind w:left="2160" w:hanging="180"/>
      </w:pPr>
    </w:lvl>
    <w:lvl w:ilvl="3" w:tplc="C48CA8FC">
      <w:start w:val="1"/>
      <w:numFmt w:val="decimal"/>
      <w:lvlText w:val="%4."/>
      <w:lvlJc w:val="left"/>
      <w:pPr>
        <w:ind w:left="2880" w:hanging="360"/>
      </w:pPr>
    </w:lvl>
    <w:lvl w:ilvl="4" w:tplc="6FF0C49C">
      <w:start w:val="1"/>
      <w:numFmt w:val="lowerLetter"/>
      <w:lvlText w:val="%5."/>
      <w:lvlJc w:val="left"/>
      <w:pPr>
        <w:ind w:left="3600" w:hanging="360"/>
      </w:pPr>
    </w:lvl>
    <w:lvl w:ilvl="5" w:tplc="0A129312">
      <w:start w:val="1"/>
      <w:numFmt w:val="lowerRoman"/>
      <w:lvlText w:val="%6."/>
      <w:lvlJc w:val="right"/>
      <w:pPr>
        <w:ind w:left="4320" w:hanging="180"/>
      </w:pPr>
    </w:lvl>
    <w:lvl w:ilvl="6" w:tplc="8BCA66B6">
      <w:start w:val="1"/>
      <w:numFmt w:val="decimal"/>
      <w:lvlText w:val="%7."/>
      <w:lvlJc w:val="left"/>
      <w:pPr>
        <w:ind w:left="5040" w:hanging="360"/>
      </w:pPr>
    </w:lvl>
    <w:lvl w:ilvl="7" w:tplc="CC98720A">
      <w:start w:val="1"/>
      <w:numFmt w:val="lowerLetter"/>
      <w:lvlText w:val="%8."/>
      <w:lvlJc w:val="left"/>
      <w:pPr>
        <w:ind w:left="5760" w:hanging="360"/>
      </w:pPr>
    </w:lvl>
    <w:lvl w:ilvl="8" w:tplc="8DE2855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1376C"/>
    <w:multiLevelType w:val="hybridMultilevel"/>
    <w:tmpl w:val="F55A1912"/>
    <w:lvl w:ilvl="0" w:tplc="5C604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D610E4"/>
    <w:multiLevelType w:val="hybridMultilevel"/>
    <w:tmpl w:val="74DCB2D8"/>
    <w:lvl w:ilvl="0" w:tplc="48624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732C6"/>
    <w:multiLevelType w:val="hybridMultilevel"/>
    <w:tmpl w:val="DA8E057A"/>
    <w:lvl w:ilvl="0" w:tplc="BCDA7AF0">
      <w:start w:val="2"/>
      <w:numFmt w:val="bullet"/>
      <w:lvlText w:val="-"/>
      <w:lvlJc w:val="left"/>
      <w:pPr>
        <w:ind w:left="61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0" w15:restartNumberingAfterBreak="0">
    <w:nsid w:val="3D9C5475"/>
    <w:multiLevelType w:val="hybridMultilevel"/>
    <w:tmpl w:val="7436B92A"/>
    <w:lvl w:ilvl="0" w:tplc="10BEBFC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3675A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10515B"/>
    <w:multiLevelType w:val="hybridMultilevel"/>
    <w:tmpl w:val="98604A5A"/>
    <w:lvl w:ilvl="0" w:tplc="B3CC0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FC4F6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11034C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85C2B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EE26AB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5084DE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78637A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EA81AE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7F05A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3" w15:restartNumberingAfterBreak="0">
    <w:nsid w:val="4837369E"/>
    <w:multiLevelType w:val="hybridMultilevel"/>
    <w:tmpl w:val="A022B3A2"/>
    <w:lvl w:ilvl="0" w:tplc="FE3E57CA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418ADB6A">
      <w:start w:val="1"/>
      <w:numFmt w:val="lowerLetter"/>
      <w:lvlText w:val="%2."/>
      <w:lvlJc w:val="left"/>
      <w:pPr>
        <w:ind w:left="1788" w:hanging="360"/>
      </w:pPr>
    </w:lvl>
    <w:lvl w:ilvl="2" w:tplc="11041F4A">
      <w:start w:val="1"/>
      <w:numFmt w:val="lowerRoman"/>
      <w:lvlText w:val="%3."/>
      <w:lvlJc w:val="right"/>
      <w:pPr>
        <w:ind w:left="2508" w:hanging="180"/>
      </w:pPr>
    </w:lvl>
    <w:lvl w:ilvl="3" w:tplc="9F8C6614">
      <w:start w:val="1"/>
      <w:numFmt w:val="decimal"/>
      <w:lvlText w:val="%4."/>
      <w:lvlJc w:val="left"/>
      <w:pPr>
        <w:ind w:left="3228" w:hanging="360"/>
      </w:pPr>
    </w:lvl>
    <w:lvl w:ilvl="4" w:tplc="68CE2286">
      <w:start w:val="1"/>
      <w:numFmt w:val="lowerLetter"/>
      <w:lvlText w:val="%5."/>
      <w:lvlJc w:val="left"/>
      <w:pPr>
        <w:ind w:left="3948" w:hanging="360"/>
      </w:pPr>
    </w:lvl>
    <w:lvl w:ilvl="5" w:tplc="C786DA20">
      <w:start w:val="1"/>
      <w:numFmt w:val="lowerRoman"/>
      <w:lvlText w:val="%6."/>
      <w:lvlJc w:val="right"/>
      <w:pPr>
        <w:ind w:left="4668" w:hanging="180"/>
      </w:pPr>
    </w:lvl>
    <w:lvl w:ilvl="6" w:tplc="B6149A36">
      <w:start w:val="1"/>
      <w:numFmt w:val="decimal"/>
      <w:lvlText w:val="%7."/>
      <w:lvlJc w:val="left"/>
      <w:pPr>
        <w:ind w:left="5388" w:hanging="360"/>
      </w:pPr>
    </w:lvl>
    <w:lvl w:ilvl="7" w:tplc="72860C94">
      <w:start w:val="1"/>
      <w:numFmt w:val="lowerLetter"/>
      <w:lvlText w:val="%8."/>
      <w:lvlJc w:val="left"/>
      <w:pPr>
        <w:ind w:left="6108" w:hanging="360"/>
      </w:pPr>
    </w:lvl>
    <w:lvl w:ilvl="8" w:tplc="C8B44518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D737AAD"/>
    <w:multiLevelType w:val="hybridMultilevel"/>
    <w:tmpl w:val="0A385760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E5F69D4"/>
    <w:multiLevelType w:val="hybridMultilevel"/>
    <w:tmpl w:val="4AF898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4E35A0"/>
    <w:multiLevelType w:val="hybridMultilevel"/>
    <w:tmpl w:val="2C7E6140"/>
    <w:lvl w:ilvl="0" w:tplc="0410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F970CF2"/>
    <w:multiLevelType w:val="hybridMultilevel"/>
    <w:tmpl w:val="D63C484E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6EA28D6"/>
    <w:multiLevelType w:val="hybridMultilevel"/>
    <w:tmpl w:val="3A0AF184"/>
    <w:lvl w:ilvl="0" w:tplc="A9B291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F3F9A"/>
    <w:multiLevelType w:val="hybridMultilevel"/>
    <w:tmpl w:val="6EAE9BB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C805B31"/>
    <w:multiLevelType w:val="hybridMultilevel"/>
    <w:tmpl w:val="204EBACE"/>
    <w:lvl w:ilvl="0" w:tplc="F19206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B2EB692">
      <w:start w:val="1"/>
      <w:numFmt w:val="lowerLetter"/>
      <w:lvlText w:val="%2."/>
      <w:lvlJc w:val="left"/>
      <w:pPr>
        <w:ind w:left="1080" w:hanging="360"/>
      </w:pPr>
    </w:lvl>
    <w:lvl w:ilvl="2" w:tplc="9C088F2A">
      <w:start w:val="1"/>
      <w:numFmt w:val="lowerRoman"/>
      <w:lvlText w:val="%3."/>
      <w:lvlJc w:val="right"/>
      <w:pPr>
        <w:ind w:left="1800" w:hanging="180"/>
      </w:pPr>
    </w:lvl>
    <w:lvl w:ilvl="3" w:tplc="E7EE1660">
      <w:start w:val="1"/>
      <w:numFmt w:val="decimal"/>
      <w:lvlText w:val="%4."/>
      <w:lvlJc w:val="left"/>
      <w:pPr>
        <w:ind w:left="2520" w:hanging="360"/>
      </w:pPr>
    </w:lvl>
    <w:lvl w:ilvl="4" w:tplc="E6141602">
      <w:start w:val="1"/>
      <w:numFmt w:val="lowerLetter"/>
      <w:lvlText w:val="%5."/>
      <w:lvlJc w:val="left"/>
      <w:pPr>
        <w:ind w:left="3240" w:hanging="360"/>
      </w:pPr>
    </w:lvl>
    <w:lvl w:ilvl="5" w:tplc="AB1CE400">
      <w:start w:val="1"/>
      <w:numFmt w:val="lowerRoman"/>
      <w:lvlText w:val="%6."/>
      <w:lvlJc w:val="right"/>
      <w:pPr>
        <w:ind w:left="3960" w:hanging="180"/>
      </w:pPr>
    </w:lvl>
    <w:lvl w:ilvl="6" w:tplc="78968EB6">
      <w:start w:val="1"/>
      <w:numFmt w:val="decimal"/>
      <w:lvlText w:val="%7."/>
      <w:lvlJc w:val="left"/>
      <w:pPr>
        <w:ind w:left="4680" w:hanging="360"/>
      </w:pPr>
    </w:lvl>
    <w:lvl w:ilvl="7" w:tplc="4C861FCC">
      <w:start w:val="1"/>
      <w:numFmt w:val="lowerLetter"/>
      <w:lvlText w:val="%8."/>
      <w:lvlJc w:val="left"/>
      <w:pPr>
        <w:ind w:left="5400" w:hanging="360"/>
      </w:pPr>
    </w:lvl>
    <w:lvl w:ilvl="8" w:tplc="5FC436C0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B577B"/>
    <w:multiLevelType w:val="hybridMultilevel"/>
    <w:tmpl w:val="5B6E151C"/>
    <w:lvl w:ilvl="0" w:tplc="B0BC9A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925001A"/>
    <w:multiLevelType w:val="hybridMultilevel"/>
    <w:tmpl w:val="FFFFFFFF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E128571A">
      <w:start w:val="1"/>
      <w:numFmt w:val="lowerLetter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3A10FA"/>
    <w:multiLevelType w:val="hybridMultilevel"/>
    <w:tmpl w:val="1486A212"/>
    <w:lvl w:ilvl="0" w:tplc="4A228CD8">
      <w:start w:val="3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92551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2D05642"/>
    <w:multiLevelType w:val="hybridMultilevel"/>
    <w:tmpl w:val="35B4B1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E07AE"/>
    <w:multiLevelType w:val="hybridMultilevel"/>
    <w:tmpl w:val="7E5287E8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1624E1E0">
      <w:start w:val="1"/>
      <w:numFmt w:val="decimal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73619"/>
    <w:multiLevelType w:val="multilevel"/>
    <w:tmpl w:val="041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8" w15:restartNumberingAfterBreak="0">
    <w:nsid w:val="7B997CD6"/>
    <w:multiLevelType w:val="hybridMultilevel"/>
    <w:tmpl w:val="4F18D79A"/>
    <w:lvl w:ilvl="0" w:tplc="E07802E4">
      <w:start w:val="2"/>
      <w:numFmt w:val="bullet"/>
      <w:lvlText w:val="-"/>
      <w:lvlJc w:val="left"/>
      <w:pPr>
        <w:ind w:left="77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9" w15:restartNumberingAfterBreak="0">
    <w:nsid w:val="7ED57D5F"/>
    <w:multiLevelType w:val="hybridMultilevel"/>
    <w:tmpl w:val="F96AF9EA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F1342A2"/>
    <w:multiLevelType w:val="hybridMultilevel"/>
    <w:tmpl w:val="57CA5B30"/>
    <w:lvl w:ilvl="0" w:tplc="2FFEA5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24A05E">
      <w:start w:val="1"/>
      <w:numFmt w:val="lowerLetter"/>
      <w:lvlText w:val="%2."/>
      <w:lvlJc w:val="left"/>
      <w:pPr>
        <w:ind w:left="1080" w:hanging="360"/>
      </w:pPr>
    </w:lvl>
    <w:lvl w:ilvl="2" w:tplc="C2C82354">
      <w:start w:val="1"/>
      <w:numFmt w:val="lowerRoman"/>
      <w:lvlText w:val="%3."/>
      <w:lvlJc w:val="right"/>
      <w:pPr>
        <w:ind w:left="1800" w:hanging="180"/>
      </w:pPr>
    </w:lvl>
    <w:lvl w:ilvl="3" w:tplc="B22265D6">
      <w:start w:val="1"/>
      <w:numFmt w:val="decimal"/>
      <w:lvlText w:val="%4."/>
      <w:lvlJc w:val="left"/>
      <w:pPr>
        <w:ind w:left="2520" w:hanging="360"/>
      </w:pPr>
    </w:lvl>
    <w:lvl w:ilvl="4" w:tplc="54FCADF2">
      <w:start w:val="1"/>
      <w:numFmt w:val="lowerLetter"/>
      <w:lvlText w:val="%5."/>
      <w:lvlJc w:val="left"/>
      <w:pPr>
        <w:ind w:left="3240" w:hanging="360"/>
      </w:pPr>
    </w:lvl>
    <w:lvl w:ilvl="5" w:tplc="C70CB8D4">
      <w:start w:val="1"/>
      <w:numFmt w:val="lowerRoman"/>
      <w:lvlText w:val="%6."/>
      <w:lvlJc w:val="right"/>
      <w:pPr>
        <w:ind w:left="3960" w:hanging="180"/>
      </w:pPr>
    </w:lvl>
    <w:lvl w:ilvl="6" w:tplc="139002B0">
      <w:start w:val="1"/>
      <w:numFmt w:val="decimal"/>
      <w:lvlText w:val="%7."/>
      <w:lvlJc w:val="left"/>
      <w:pPr>
        <w:ind w:left="4680" w:hanging="360"/>
      </w:pPr>
    </w:lvl>
    <w:lvl w:ilvl="7" w:tplc="96EED0C6">
      <w:start w:val="1"/>
      <w:numFmt w:val="lowerLetter"/>
      <w:lvlText w:val="%8."/>
      <w:lvlJc w:val="left"/>
      <w:pPr>
        <w:ind w:left="5400" w:hanging="360"/>
      </w:pPr>
    </w:lvl>
    <w:lvl w:ilvl="8" w:tplc="BDC00EA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12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26"/>
  </w:num>
  <w:num w:numId="7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1"/>
  </w:num>
  <w:num w:numId="10">
    <w:abstractNumId w:val="23"/>
  </w:num>
  <w:num w:numId="11">
    <w:abstractNumId w:val="40"/>
  </w:num>
  <w:num w:numId="12">
    <w:abstractNumId w:val="30"/>
  </w:num>
  <w:num w:numId="13">
    <w:abstractNumId w:val="38"/>
  </w:num>
  <w:num w:numId="14">
    <w:abstractNumId w:val="19"/>
  </w:num>
  <w:num w:numId="15">
    <w:abstractNumId w:val="28"/>
  </w:num>
  <w:num w:numId="16">
    <w:abstractNumId w:val="17"/>
  </w:num>
  <w:num w:numId="17">
    <w:abstractNumId w:val="31"/>
  </w:num>
  <w:num w:numId="18">
    <w:abstractNumId w:val="14"/>
  </w:num>
  <w:num w:numId="19">
    <w:abstractNumId w:val="24"/>
  </w:num>
  <w:num w:numId="20">
    <w:abstractNumId w:val="9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"/>
  </w:num>
  <w:num w:numId="31">
    <w:abstractNumId w:val="7"/>
  </w:num>
  <w:num w:numId="32">
    <w:abstractNumId w:val="15"/>
  </w:num>
  <w:num w:numId="33">
    <w:abstractNumId w:val="21"/>
  </w:num>
  <w:num w:numId="34">
    <w:abstractNumId w:val="20"/>
  </w:num>
  <w:num w:numId="35">
    <w:abstractNumId w:val="3"/>
  </w:num>
  <w:num w:numId="36">
    <w:abstractNumId w:val="37"/>
  </w:num>
  <w:num w:numId="37">
    <w:abstractNumId w:val="32"/>
  </w:num>
  <w:num w:numId="38">
    <w:abstractNumId w:val="34"/>
  </w:num>
  <w:num w:numId="39">
    <w:abstractNumId w:val="4"/>
  </w:num>
  <w:num w:numId="40">
    <w:abstractNumId w:val="39"/>
  </w:num>
  <w:num w:numId="41">
    <w:abstractNumId w:val="2"/>
  </w:num>
  <w:num w:numId="42">
    <w:abstractNumId w:val="18"/>
  </w:num>
  <w:num w:numId="43">
    <w:abstractNumId w:val="27"/>
  </w:num>
  <w:num w:numId="44">
    <w:abstractNumId w:val="35"/>
  </w:num>
  <w:num w:numId="45">
    <w:abstractNumId w:val="8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5EF4"/>
    <w:rsid w:val="00007F5E"/>
    <w:rsid w:val="000131C9"/>
    <w:rsid w:val="0001613F"/>
    <w:rsid w:val="00022FB0"/>
    <w:rsid w:val="00023ADD"/>
    <w:rsid w:val="00023DAD"/>
    <w:rsid w:val="00026241"/>
    <w:rsid w:val="000262E5"/>
    <w:rsid w:val="00026641"/>
    <w:rsid w:val="00030134"/>
    <w:rsid w:val="00032B2F"/>
    <w:rsid w:val="00036C15"/>
    <w:rsid w:val="000413EE"/>
    <w:rsid w:val="00041C47"/>
    <w:rsid w:val="00042FA4"/>
    <w:rsid w:val="00045444"/>
    <w:rsid w:val="00051211"/>
    <w:rsid w:val="00054C50"/>
    <w:rsid w:val="00056052"/>
    <w:rsid w:val="0006537A"/>
    <w:rsid w:val="00066B9F"/>
    <w:rsid w:val="00067128"/>
    <w:rsid w:val="000679BA"/>
    <w:rsid w:val="0007276E"/>
    <w:rsid w:val="00075251"/>
    <w:rsid w:val="000819C6"/>
    <w:rsid w:val="0008666C"/>
    <w:rsid w:val="00093C3D"/>
    <w:rsid w:val="000948FE"/>
    <w:rsid w:val="000A091B"/>
    <w:rsid w:val="000A4C83"/>
    <w:rsid w:val="000A5D58"/>
    <w:rsid w:val="000A628B"/>
    <w:rsid w:val="000A7FDE"/>
    <w:rsid w:val="000B0534"/>
    <w:rsid w:val="000B168A"/>
    <w:rsid w:val="000B35B7"/>
    <w:rsid w:val="000B3795"/>
    <w:rsid w:val="000B7CB2"/>
    <w:rsid w:val="000C30F2"/>
    <w:rsid w:val="000C5E6A"/>
    <w:rsid w:val="000D029F"/>
    <w:rsid w:val="000D34C8"/>
    <w:rsid w:val="000D3A64"/>
    <w:rsid w:val="000D6064"/>
    <w:rsid w:val="000D7FF7"/>
    <w:rsid w:val="000E4BEB"/>
    <w:rsid w:val="000E4DA4"/>
    <w:rsid w:val="000E527F"/>
    <w:rsid w:val="000E604A"/>
    <w:rsid w:val="000E7899"/>
    <w:rsid w:val="000F2B57"/>
    <w:rsid w:val="000F3ED6"/>
    <w:rsid w:val="0010058B"/>
    <w:rsid w:val="0010096A"/>
    <w:rsid w:val="00101075"/>
    <w:rsid w:val="001028E4"/>
    <w:rsid w:val="00102938"/>
    <w:rsid w:val="00102CF0"/>
    <w:rsid w:val="00102F69"/>
    <w:rsid w:val="00115C54"/>
    <w:rsid w:val="001169C1"/>
    <w:rsid w:val="00121DFA"/>
    <w:rsid w:val="001246DC"/>
    <w:rsid w:val="00130B2E"/>
    <w:rsid w:val="00132220"/>
    <w:rsid w:val="001328E3"/>
    <w:rsid w:val="00136AAF"/>
    <w:rsid w:val="001378B4"/>
    <w:rsid w:val="00141692"/>
    <w:rsid w:val="001446D9"/>
    <w:rsid w:val="0014471B"/>
    <w:rsid w:val="00146165"/>
    <w:rsid w:val="001533AD"/>
    <w:rsid w:val="00161346"/>
    <w:rsid w:val="001618FB"/>
    <w:rsid w:val="00162A1B"/>
    <w:rsid w:val="00164485"/>
    <w:rsid w:val="00164A91"/>
    <w:rsid w:val="0017002E"/>
    <w:rsid w:val="00170600"/>
    <w:rsid w:val="00173842"/>
    <w:rsid w:val="001745D9"/>
    <w:rsid w:val="0017485C"/>
    <w:rsid w:val="0017552F"/>
    <w:rsid w:val="00176944"/>
    <w:rsid w:val="00181010"/>
    <w:rsid w:val="00182281"/>
    <w:rsid w:val="00182911"/>
    <w:rsid w:val="00182FB1"/>
    <w:rsid w:val="00183AF1"/>
    <w:rsid w:val="00183F8D"/>
    <w:rsid w:val="001847D7"/>
    <w:rsid w:val="00185D0F"/>
    <w:rsid w:val="00191C00"/>
    <w:rsid w:val="00195771"/>
    <w:rsid w:val="001A1970"/>
    <w:rsid w:val="001A4B80"/>
    <w:rsid w:val="001B0A67"/>
    <w:rsid w:val="001B123A"/>
    <w:rsid w:val="001B2557"/>
    <w:rsid w:val="001B2688"/>
    <w:rsid w:val="001B3D0F"/>
    <w:rsid w:val="001B6682"/>
    <w:rsid w:val="001C0444"/>
    <w:rsid w:val="001D1BD1"/>
    <w:rsid w:val="001D1D34"/>
    <w:rsid w:val="001D75DE"/>
    <w:rsid w:val="001E0D02"/>
    <w:rsid w:val="001E2AFA"/>
    <w:rsid w:val="001E3127"/>
    <w:rsid w:val="001E6C80"/>
    <w:rsid w:val="001E7B81"/>
    <w:rsid w:val="001F1B50"/>
    <w:rsid w:val="001F2954"/>
    <w:rsid w:val="001F308F"/>
    <w:rsid w:val="001F6207"/>
    <w:rsid w:val="001F7F22"/>
    <w:rsid w:val="00200288"/>
    <w:rsid w:val="002051CF"/>
    <w:rsid w:val="00207266"/>
    <w:rsid w:val="002113B2"/>
    <w:rsid w:val="002118C9"/>
    <w:rsid w:val="00216E23"/>
    <w:rsid w:val="00217F26"/>
    <w:rsid w:val="00220498"/>
    <w:rsid w:val="002206FA"/>
    <w:rsid w:val="00221656"/>
    <w:rsid w:val="00223CD4"/>
    <w:rsid w:val="00230063"/>
    <w:rsid w:val="00236628"/>
    <w:rsid w:val="00241414"/>
    <w:rsid w:val="0024245F"/>
    <w:rsid w:val="00243C32"/>
    <w:rsid w:val="00244AE7"/>
    <w:rsid w:val="00244DFE"/>
    <w:rsid w:val="00245FFB"/>
    <w:rsid w:val="00246041"/>
    <w:rsid w:val="0025445D"/>
    <w:rsid w:val="002560A4"/>
    <w:rsid w:val="0026547B"/>
    <w:rsid w:val="002704D2"/>
    <w:rsid w:val="0027145F"/>
    <w:rsid w:val="00272A8D"/>
    <w:rsid w:val="00272D88"/>
    <w:rsid w:val="00273E56"/>
    <w:rsid w:val="002744B4"/>
    <w:rsid w:val="0027467C"/>
    <w:rsid w:val="002749A4"/>
    <w:rsid w:val="00282080"/>
    <w:rsid w:val="00291CAC"/>
    <w:rsid w:val="00291E30"/>
    <w:rsid w:val="00294E2D"/>
    <w:rsid w:val="00295547"/>
    <w:rsid w:val="002957D5"/>
    <w:rsid w:val="00295BA8"/>
    <w:rsid w:val="00297037"/>
    <w:rsid w:val="00297A64"/>
    <w:rsid w:val="002A2A80"/>
    <w:rsid w:val="002A2B13"/>
    <w:rsid w:val="002A6895"/>
    <w:rsid w:val="002A6F8E"/>
    <w:rsid w:val="002B1FFD"/>
    <w:rsid w:val="002B2A70"/>
    <w:rsid w:val="002B33E4"/>
    <w:rsid w:val="002B7D71"/>
    <w:rsid w:val="002C1106"/>
    <w:rsid w:val="002C4E61"/>
    <w:rsid w:val="002C5D4B"/>
    <w:rsid w:val="002C73EC"/>
    <w:rsid w:val="002D47EC"/>
    <w:rsid w:val="002D7554"/>
    <w:rsid w:val="002E259B"/>
    <w:rsid w:val="002E4DB1"/>
    <w:rsid w:val="002E5EC0"/>
    <w:rsid w:val="002E6CB5"/>
    <w:rsid w:val="002F1AB5"/>
    <w:rsid w:val="002F2C6B"/>
    <w:rsid w:val="002F42EE"/>
    <w:rsid w:val="002F433E"/>
    <w:rsid w:val="002F59ED"/>
    <w:rsid w:val="002F5A47"/>
    <w:rsid w:val="002F7991"/>
    <w:rsid w:val="00300655"/>
    <w:rsid w:val="003017A7"/>
    <w:rsid w:val="00302068"/>
    <w:rsid w:val="00303F33"/>
    <w:rsid w:val="00305E43"/>
    <w:rsid w:val="003109A1"/>
    <w:rsid w:val="00313A5C"/>
    <w:rsid w:val="00314A37"/>
    <w:rsid w:val="00315355"/>
    <w:rsid w:val="00321C7E"/>
    <w:rsid w:val="003226A0"/>
    <w:rsid w:val="00323BC7"/>
    <w:rsid w:val="00332518"/>
    <w:rsid w:val="00335F92"/>
    <w:rsid w:val="00337379"/>
    <w:rsid w:val="003407F4"/>
    <w:rsid w:val="003417B5"/>
    <w:rsid w:val="00341F32"/>
    <w:rsid w:val="00344702"/>
    <w:rsid w:val="00346FC7"/>
    <w:rsid w:val="003529B4"/>
    <w:rsid w:val="00356D93"/>
    <w:rsid w:val="003601B3"/>
    <w:rsid w:val="00360779"/>
    <w:rsid w:val="00363E6C"/>
    <w:rsid w:val="003643F1"/>
    <w:rsid w:val="00364CD5"/>
    <w:rsid w:val="00366001"/>
    <w:rsid w:val="003678F4"/>
    <w:rsid w:val="00370A37"/>
    <w:rsid w:val="00373FA7"/>
    <w:rsid w:val="003751BB"/>
    <w:rsid w:val="003778BC"/>
    <w:rsid w:val="00381D06"/>
    <w:rsid w:val="00387FC6"/>
    <w:rsid w:val="00392514"/>
    <w:rsid w:val="003933BE"/>
    <w:rsid w:val="003A0198"/>
    <w:rsid w:val="003A053D"/>
    <w:rsid w:val="003A10A7"/>
    <w:rsid w:val="003A51D9"/>
    <w:rsid w:val="003B6F2A"/>
    <w:rsid w:val="003B7DFF"/>
    <w:rsid w:val="003C097D"/>
    <w:rsid w:val="003C0A84"/>
    <w:rsid w:val="003C205D"/>
    <w:rsid w:val="003C7299"/>
    <w:rsid w:val="003D13E1"/>
    <w:rsid w:val="003D1EC8"/>
    <w:rsid w:val="003D2201"/>
    <w:rsid w:val="003D293D"/>
    <w:rsid w:val="003D7F83"/>
    <w:rsid w:val="003E254D"/>
    <w:rsid w:val="003E27F7"/>
    <w:rsid w:val="003E53BB"/>
    <w:rsid w:val="003F153B"/>
    <w:rsid w:val="003F706A"/>
    <w:rsid w:val="003F79FA"/>
    <w:rsid w:val="003F7F89"/>
    <w:rsid w:val="00401599"/>
    <w:rsid w:val="004029A0"/>
    <w:rsid w:val="00404CA2"/>
    <w:rsid w:val="004101CB"/>
    <w:rsid w:val="00411AA5"/>
    <w:rsid w:val="00411ACE"/>
    <w:rsid w:val="00413D9F"/>
    <w:rsid w:val="00417012"/>
    <w:rsid w:val="00417492"/>
    <w:rsid w:val="00417CA1"/>
    <w:rsid w:val="00424600"/>
    <w:rsid w:val="00426271"/>
    <w:rsid w:val="00427C7F"/>
    <w:rsid w:val="00442B03"/>
    <w:rsid w:val="004503F2"/>
    <w:rsid w:val="0045122A"/>
    <w:rsid w:val="00451782"/>
    <w:rsid w:val="00451B49"/>
    <w:rsid w:val="004529B0"/>
    <w:rsid w:val="00452C3F"/>
    <w:rsid w:val="00454407"/>
    <w:rsid w:val="004622CA"/>
    <w:rsid w:val="00462FF1"/>
    <w:rsid w:val="00463208"/>
    <w:rsid w:val="00470B3B"/>
    <w:rsid w:val="00471C08"/>
    <w:rsid w:val="0047283F"/>
    <w:rsid w:val="00473266"/>
    <w:rsid w:val="004751D3"/>
    <w:rsid w:val="004777A6"/>
    <w:rsid w:val="00482F83"/>
    <w:rsid w:val="0048376B"/>
    <w:rsid w:val="0048583B"/>
    <w:rsid w:val="00486728"/>
    <w:rsid w:val="00487EF7"/>
    <w:rsid w:val="0049049A"/>
    <w:rsid w:val="00490715"/>
    <w:rsid w:val="00491748"/>
    <w:rsid w:val="00494E18"/>
    <w:rsid w:val="004A0B3F"/>
    <w:rsid w:val="004A0FBB"/>
    <w:rsid w:val="004A1C77"/>
    <w:rsid w:val="004A4CDF"/>
    <w:rsid w:val="004A57D6"/>
    <w:rsid w:val="004B12BE"/>
    <w:rsid w:val="004B20CF"/>
    <w:rsid w:val="004B33C7"/>
    <w:rsid w:val="004B5982"/>
    <w:rsid w:val="004B59D2"/>
    <w:rsid w:val="004C1AA1"/>
    <w:rsid w:val="004C3CD8"/>
    <w:rsid w:val="004C67A9"/>
    <w:rsid w:val="004C7329"/>
    <w:rsid w:val="004D21EB"/>
    <w:rsid w:val="004D4180"/>
    <w:rsid w:val="004E218B"/>
    <w:rsid w:val="004E7817"/>
    <w:rsid w:val="004E7CAC"/>
    <w:rsid w:val="004F007D"/>
    <w:rsid w:val="004F0BF9"/>
    <w:rsid w:val="004F2625"/>
    <w:rsid w:val="004F42AD"/>
    <w:rsid w:val="004F4716"/>
    <w:rsid w:val="004F4B36"/>
    <w:rsid w:val="00500ED4"/>
    <w:rsid w:val="00501E64"/>
    <w:rsid w:val="0050642F"/>
    <w:rsid w:val="0051117F"/>
    <w:rsid w:val="00511B5D"/>
    <w:rsid w:val="005121E2"/>
    <w:rsid w:val="00514DFE"/>
    <w:rsid w:val="00515096"/>
    <w:rsid w:val="00517453"/>
    <w:rsid w:val="00520889"/>
    <w:rsid w:val="00522224"/>
    <w:rsid w:val="00522BFD"/>
    <w:rsid w:val="00527FC3"/>
    <w:rsid w:val="0053198C"/>
    <w:rsid w:val="005411E4"/>
    <w:rsid w:val="00541423"/>
    <w:rsid w:val="00542D1E"/>
    <w:rsid w:val="00546536"/>
    <w:rsid w:val="0054683A"/>
    <w:rsid w:val="00553B84"/>
    <w:rsid w:val="00554786"/>
    <w:rsid w:val="00556470"/>
    <w:rsid w:val="0055671E"/>
    <w:rsid w:val="00563BBF"/>
    <w:rsid w:val="00566A43"/>
    <w:rsid w:val="00572F91"/>
    <w:rsid w:val="00574077"/>
    <w:rsid w:val="00575745"/>
    <w:rsid w:val="005765F6"/>
    <w:rsid w:val="005800C1"/>
    <w:rsid w:val="00584892"/>
    <w:rsid w:val="005848DE"/>
    <w:rsid w:val="005852BC"/>
    <w:rsid w:val="00586341"/>
    <w:rsid w:val="00591082"/>
    <w:rsid w:val="00596404"/>
    <w:rsid w:val="00596506"/>
    <w:rsid w:val="005A444A"/>
    <w:rsid w:val="005A553D"/>
    <w:rsid w:val="005B24E1"/>
    <w:rsid w:val="005B3441"/>
    <w:rsid w:val="005B3E76"/>
    <w:rsid w:val="005B5B04"/>
    <w:rsid w:val="005B600B"/>
    <w:rsid w:val="005B753E"/>
    <w:rsid w:val="005C1864"/>
    <w:rsid w:val="005C2198"/>
    <w:rsid w:val="005C7050"/>
    <w:rsid w:val="005C73C9"/>
    <w:rsid w:val="005D0EF5"/>
    <w:rsid w:val="005D4013"/>
    <w:rsid w:val="005E6559"/>
    <w:rsid w:val="005E71AB"/>
    <w:rsid w:val="005E72F2"/>
    <w:rsid w:val="005E7A63"/>
    <w:rsid w:val="005F024E"/>
    <w:rsid w:val="005F114C"/>
    <w:rsid w:val="005F3CE0"/>
    <w:rsid w:val="005F467C"/>
    <w:rsid w:val="005F4DDB"/>
    <w:rsid w:val="005F4F9C"/>
    <w:rsid w:val="005F64E8"/>
    <w:rsid w:val="0060149E"/>
    <w:rsid w:val="0060328A"/>
    <w:rsid w:val="00603BD6"/>
    <w:rsid w:val="00604678"/>
    <w:rsid w:val="00607412"/>
    <w:rsid w:val="00610A7A"/>
    <w:rsid w:val="006133F0"/>
    <w:rsid w:val="00621857"/>
    <w:rsid w:val="00625FBE"/>
    <w:rsid w:val="0063156F"/>
    <w:rsid w:val="006333D2"/>
    <w:rsid w:val="00633461"/>
    <w:rsid w:val="0063515F"/>
    <w:rsid w:val="00636898"/>
    <w:rsid w:val="0063773F"/>
    <w:rsid w:val="00637821"/>
    <w:rsid w:val="006400B1"/>
    <w:rsid w:val="00640464"/>
    <w:rsid w:val="00640FC1"/>
    <w:rsid w:val="006422ED"/>
    <w:rsid w:val="00645906"/>
    <w:rsid w:val="00654548"/>
    <w:rsid w:val="006561C8"/>
    <w:rsid w:val="00657F47"/>
    <w:rsid w:val="0066114A"/>
    <w:rsid w:val="00663732"/>
    <w:rsid w:val="00665AF9"/>
    <w:rsid w:val="006672CD"/>
    <w:rsid w:val="0066778A"/>
    <w:rsid w:val="00670B72"/>
    <w:rsid w:val="006714C5"/>
    <w:rsid w:val="0067306F"/>
    <w:rsid w:val="00673347"/>
    <w:rsid w:val="0067373C"/>
    <w:rsid w:val="00673B08"/>
    <w:rsid w:val="00674914"/>
    <w:rsid w:val="00675E09"/>
    <w:rsid w:val="0067691F"/>
    <w:rsid w:val="00677843"/>
    <w:rsid w:val="00685566"/>
    <w:rsid w:val="00685ACF"/>
    <w:rsid w:val="006866E3"/>
    <w:rsid w:val="00693F38"/>
    <w:rsid w:val="006A1528"/>
    <w:rsid w:val="006A2FD2"/>
    <w:rsid w:val="006A682A"/>
    <w:rsid w:val="006A7DC5"/>
    <w:rsid w:val="006B11E0"/>
    <w:rsid w:val="006B1E63"/>
    <w:rsid w:val="006B34B4"/>
    <w:rsid w:val="006B7100"/>
    <w:rsid w:val="006C19AD"/>
    <w:rsid w:val="006C3DC1"/>
    <w:rsid w:val="006C6A54"/>
    <w:rsid w:val="006D1783"/>
    <w:rsid w:val="006D24A4"/>
    <w:rsid w:val="006D3463"/>
    <w:rsid w:val="006D44B5"/>
    <w:rsid w:val="006D48C2"/>
    <w:rsid w:val="006D6C8B"/>
    <w:rsid w:val="006E28D8"/>
    <w:rsid w:val="006E2AC7"/>
    <w:rsid w:val="006E3656"/>
    <w:rsid w:val="006E3D03"/>
    <w:rsid w:val="006E4A3F"/>
    <w:rsid w:val="006E6DE3"/>
    <w:rsid w:val="006E6F49"/>
    <w:rsid w:val="006E7CF1"/>
    <w:rsid w:val="006F06AA"/>
    <w:rsid w:val="006F3D5E"/>
    <w:rsid w:val="006F5BD1"/>
    <w:rsid w:val="006F7DAE"/>
    <w:rsid w:val="007013D8"/>
    <w:rsid w:val="00706410"/>
    <w:rsid w:val="00707345"/>
    <w:rsid w:val="00712DAB"/>
    <w:rsid w:val="0071306E"/>
    <w:rsid w:val="007174C5"/>
    <w:rsid w:val="007179C8"/>
    <w:rsid w:val="00721344"/>
    <w:rsid w:val="00721A14"/>
    <w:rsid w:val="007228EE"/>
    <w:rsid w:val="00722E9C"/>
    <w:rsid w:val="007243CC"/>
    <w:rsid w:val="00724E71"/>
    <w:rsid w:val="00725996"/>
    <w:rsid w:val="0072599F"/>
    <w:rsid w:val="00726F70"/>
    <w:rsid w:val="00730E4D"/>
    <w:rsid w:val="0073270F"/>
    <w:rsid w:val="00733171"/>
    <w:rsid w:val="00737223"/>
    <w:rsid w:val="007372B1"/>
    <w:rsid w:val="00742352"/>
    <w:rsid w:val="00744095"/>
    <w:rsid w:val="007454DB"/>
    <w:rsid w:val="00745989"/>
    <w:rsid w:val="00752EC4"/>
    <w:rsid w:val="00753E39"/>
    <w:rsid w:val="007551B5"/>
    <w:rsid w:val="00761E18"/>
    <w:rsid w:val="00762637"/>
    <w:rsid w:val="00765E7F"/>
    <w:rsid w:val="00765F11"/>
    <w:rsid w:val="00770965"/>
    <w:rsid w:val="00774664"/>
    <w:rsid w:val="0078565C"/>
    <w:rsid w:val="00787314"/>
    <w:rsid w:val="00790A27"/>
    <w:rsid w:val="007941D5"/>
    <w:rsid w:val="0079486E"/>
    <w:rsid w:val="00794EDF"/>
    <w:rsid w:val="0079714E"/>
    <w:rsid w:val="00797506"/>
    <w:rsid w:val="007A39BA"/>
    <w:rsid w:val="007A5103"/>
    <w:rsid w:val="007A6E4C"/>
    <w:rsid w:val="007A7665"/>
    <w:rsid w:val="007B09D6"/>
    <w:rsid w:val="007B29B3"/>
    <w:rsid w:val="007B489C"/>
    <w:rsid w:val="007B7783"/>
    <w:rsid w:val="007C327D"/>
    <w:rsid w:val="007C34C1"/>
    <w:rsid w:val="007C52EC"/>
    <w:rsid w:val="007D0051"/>
    <w:rsid w:val="007D0954"/>
    <w:rsid w:val="007D316E"/>
    <w:rsid w:val="007D35AF"/>
    <w:rsid w:val="007D39BB"/>
    <w:rsid w:val="007D59D6"/>
    <w:rsid w:val="007D7FAF"/>
    <w:rsid w:val="007E0F98"/>
    <w:rsid w:val="007E3E4B"/>
    <w:rsid w:val="007E5C3D"/>
    <w:rsid w:val="007E723E"/>
    <w:rsid w:val="00804D80"/>
    <w:rsid w:val="00804E10"/>
    <w:rsid w:val="00805F27"/>
    <w:rsid w:val="00811D90"/>
    <w:rsid w:val="00812C38"/>
    <w:rsid w:val="008143F2"/>
    <w:rsid w:val="0081546E"/>
    <w:rsid w:val="00815819"/>
    <w:rsid w:val="00815D59"/>
    <w:rsid w:val="00816EC0"/>
    <w:rsid w:val="00820087"/>
    <w:rsid w:val="008222B3"/>
    <w:rsid w:val="00822A9B"/>
    <w:rsid w:val="008238E4"/>
    <w:rsid w:val="0082426E"/>
    <w:rsid w:val="008246AF"/>
    <w:rsid w:val="008249EB"/>
    <w:rsid w:val="00824CF3"/>
    <w:rsid w:val="0082500F"/>
    <w:rsid w:val="00826C6E"/>
    <w:rsid w:val="008277EE"/>
    <w:rsid w:val="00830EDD"/>
    <w:rsid w:val="00831430"/>
    <w:rsid w:val="008318A8"/>
    <w:rsid w:val="00831FBB"/>
    <w:rsid w:val="0083550F"/>
    <w:rsid w:val="00841956"/>
    <w:rsid w:val="00844DFB"/>
    <w:rsid w:val="008561D7"/>
    <w:rsid w:val="00856D0E"/>
    <w:rsid w:val="00857EB1"/>
    <w:rsid w:val="0087070D"/>
    <w:rsid w:val="00870AA2"/>
    <w:rsid w:val="00874D22"/>
    <w:rsid w:val="00877930"/>
    <w:rsid w:val="00883AFD"/>
    <w:rsid w:val="00884C63"/>
    <w:rsid w:val="00886DD2"/>
    <w:rsid w:val="00890245"/>
    <w:rsid w:val="008937CE"/>
    <w:rsid w:val="00894C5D"/>
    <w:rsid w:val="008A0A78"/>
    <w:rsid w:val="008A3DC9"/>
    <w:rsid w:val="008A659D"/>
    <w:rsid w:val="008B2531"/>
    <w:rsid w:val="008B3B9D"/>
    <w:rsid w:val="008B4793"/>
    <w:rsid w:val="008C1532"/>
    <w:rsid w:val="008C1A1C"/>
    <w:rsid w:val="008C2C71"/>
    <w:rsid w:val="008C339F"/>
    <w:rsid w:val="008C5CA0"/>
    <w:rsid w:val="008C7E60"/>
    <w:rsid w:val="008D7FF3"/>
    <w:rsid w:val="008F050D"/>
    <w:rsid w:val="008F123A"/>
    <w:rsid w:val="008F2771"/>
    <w:rsid w:val="008F3118"/>
    <w:rsid w:val="008F49E6"/>
    <w:rsid w:val="008F6AF0"/>
    <w:rsid w:val="00902ADB"/>
    <w:rsid w:val="0091034B"/>
    <w:rsid w:val="00912B2E"/>
    <w:rsid w:val="009136F9"/>
    <w:rsid w:val="00920AB1"/>
    <w:rsid w:val="00922130"/>
    <w:rsid w:val="00922EB1"/>
    <w:rsid w:val="00924CC3"/>
    <w:rsid w:val="00930404"/>
    <w:rsid w:val="00930455"/>
    <w:rsid w:val="009306F1"/>
    <w:rsid w:val="0093289A"/>
    <w:rsid w:val="00933859"/>
    <w:rsid w:val="00933B73"/>
    <w:rsid w:val="009355AA"/>
    <w:rsid w:val="00935F66"/>
    <w:rsid w:val="00940581"/>
    <w:rsid w:val="009453B4"/>
    <w:rsid w:val="00945925"/>
    <w:rsid w:val="00946035"/>
    <w:rsid w:val="0094711B"/>
    <w:rsid w:val="00951932"/>
    <w:rsid w:val="00952391"/>
    <w:rsid w:val="00954A1D"/>
    <w:rsid w:val="00961489"/>
    <w:rsid w:val="0096320D"/>
    <w:rsid w:val="0096625C"/>
    <w:rsid w:val="00967609"/>
    <w:rsid w:val="009701C4"/>
    <w:rsid w:val="00975251"/>
    <w:rsid w:val="00976D7A"/>
    <w:rsid w:val="00980B5B"/>
    <w:rsid w:val="00985712"/>
    <w:rsid w:val="009863DA"/>
    <w:rsid w:val="00995096"/>
    <w:rsid w:val="009A270E"/>
    <w:rsid w:val="009A3213"/>
    <w:rsid w:val="009A3A01"/>
    <w:rsid w:val="009A6620"/>
    <w:rsid w:val="009A781B"/>
    <w:rsid w:val="009B50CA"/>
    <w:rsid w:val="009C166B"/>
    <w:rsid w:val="009C61B1"/>
    <w:rsid w:val="009C6934"/>
    <w:rsid w:val="009D1161"/>
    <w:rsid w:val="009D356A"/>
    <w:rsid w:val="009D7EE4"/>
    <w:rsid w:val="009E4CC8"/>
    <w:rsid w:val="009E5CEC"/>
    <w:rsid w:val="009E6034"/>
    <w:rsid w:val="009F2AA6"/>
    <w:rsid w:val="009F46DC"/>
    <w:rsid w:val="009F78EA"/>
    <w:rsid w:val="00A003C8"/>
    <w:rsid w:val="00A01CC6"/>
    <w:rsid w:val="00A02458"/>
    <w:rsid w:val="00A04AC6"/>
    <w:rsid w:val="00A16A20"/>
    <w:rsid w:val="00A16DEF"/>
    <w:rsid w:val="00A22E0B"/>
    <w:rsid w:val="00A245A6"/>
    <w:rsid w:val="00A246F9"/>
    <w:rsid w:val="00A35D65"/>
    <w:rsid w:val="00A4024D"/>
    <w:rsid w:val="00A42891"/>
    <w:rsid w:val="00A43358"/>
    <w:rsid w:val="00A43AC6"/>
    <w:rsid w:val="00A43D45"/>
    <w:rsid w:val="00A454F7"/>
    <w:rsid w:val="00A456C6"/>
    <w:rsid w:val="00A45D43"/>
    <w:rsid w:val="00A54A82"/>
    <w:rsid w:val="00A578C1"/>
    <w:rsid w:val="00A653C3"/>
    <w:rsid w:val="00A6585A"/>
    <w:rsid w:val="00A66051"/>
    <w:rsid w:val="00A674B6"/>
    <w:rsid w:val="00A73CE0"/>
    <w:rsid w:val="00A74F91"/>
    <w:rsid w:val="00A8701D"/>
    <w:rsid w:val="00A8725E"/>
    <w:rsid w:val="00A91714"/>
    <w:rsid w:val="00A93191"/>
    <w:rsid w:val="00A94270"/>
    <w:rsid w:val="00AA1248"/>
    <w:rsid w:val="00AA4361"/>
    <w:rsid w:val="00AA538A"/>
    <w:rsid w:val="00AA7A72"/>
    <w:rsid w:val="00AB02EF"/>
    <w:rsid w:val="00AB2122"/>
    <w:rsid w:val="00AB24DA"/>
    <w:rsid w:val="00AB2E11"/>
    <w:rsid w:val="00AB48F2"/>
    <w:rsid w:val="00AB674B"/>
    <w:rsid w:val="00AC149C"/>
    <w:rsid w:val="00AC555C"/>
    <w:rsid w:val="00AC60FA"/>
    <w:rsid w:val="00AC63AB"/>
    <w:rsid w:val="00AD00C7"/>
    <w:rsid w:val="00AD06CE"/>
    <w:rsid w:val="00AD0870"/>
    <w:rsid w:val="00AD0FA0"/>
    <w:rsid w:val="00AD2DCA"/>
    <w:rsid w:val="00AE215B"/>
    <w:rsid w:val="00AE3DE8"/>
    <w:rsid w:val="00AE4C2A"/>
    <w:rsid w:val="00AE7489"/>
    <w:rsid w:val="00AE7A8F"/>
    <w:rsid w:val="00AE7C37"/>
    <w:rsid w:val="00AE7C8D"/>
    <w:rsid w:val="00AF2F49"/>
    <w:rsid w:val="00B00DA1"/>
    <w:rsid w:val="00B0201B"/>
    <w:rsid w:val="00B04A61"/>
    <w:rsid w:val="00B063A9"/>
    <w:rsid w:val="00B100B6"/>
    <w:rsid w:val="00B12DD3"/>
    <w:rsid w:val="00B15388"/>
    <w:rsid w:val="00B1612F"/>
    <w:rsid w:val="00B169F2"/>
    <w:rsid w:val="00B2301D"/>
    <w:rsid w:val="00B23538"/>
    <w:rsid w:val="00B26F99"/>
    <w:rsid w:val="00B27047"/>
    <w:rsid w:val="00B27DF9"/>
    <w:rsid w:val="00B320C0"/>
    <w:rsid w:val="00B32CD2"/>
    <w:rsid w:val="00B3336A"/>
    <w:rsid w:val="00B344D8"/>
    <w:rsid w:val="00B348D6"/>
    <w:rsid w:val="00B34DB9"/>
    <w:rsid w:val="00B35B0A"/>
    <w:rsid w:val="00B35BA9"/>
    <w:rsid w:val="00B372B0"/>
    <w:rsid w:val="00B42F39"/>
    <w:rsid w:val="00B4527A"/>
    <w:rsid w:val="00B50B3C"/>
    <w:rsid w:val="00B510B6"/>
    <w:rsid w:val="00B51B69"/>
    <w:rsid w:val="00B52790"/>
    <w:rsid w:val="00B5298D"/>
    <w:rsid w:val="00B56F01"/>
    <w:rsid w:val="00B6293A"/>
    <w:rsid w:val="00B631C9"/>
    <w:rsid w:val="00B673F9"/>
    <w:rsid w:val="00B700F4"/>
    <w:rsid w:val="00B7040F"/>
    <w:rsid w:val="00B70978"/>
    <w:rsid w:val="00B70D59"/>
    <w:rsid w:val="00B73D40"/>
    <w:rsid w:val="00B74A29"/>
    <w:rsid w:val="00B74CC1"/>
    <w:rsid w:val="00B84B52"/>
    <w:rsid w:val="00B86145"/>
    <w:rsid w:val="00B960EA"/>
    <w:rsid w:val="00BA2CF7"/>
    <w:rsid w:val="00BA3097"/>
    <w:rsid w:val="00BA4C0A"/>
    <w:rsid w:val="00BA5560"/>
    <w:rsid w:val="00BA6A02"/>
    <w:rsid w:val="00BA7571"/>
    <w:rsid w:val="00BA7BAD"/>
    <w:rsid w:val="00BB1464"/>
    <w:rsid w:val="00BB19E0"/>
    <w:rsid w:val="00BB1ED8"/>
    <w:rsid w:val="00BB289B"/>
    <w:rsid w:val="00BB389E"/>
    <w:rsid w:val="00BC10EC"/>
    <w:rsid w:val="00BC67F6"/>
    <w:rsid w:val="00BD141C"/>
    <w:rsid w:val="00BD3CDC"/>
    <w:rsid w:val="00BD5A37"/>
    <w:rsid w:val="00BD5B80"/>
    <w:rsid w:val="00BE37AB"/>
    <w:rsid w:val="00BE3D28"/>
    <w:rsid w:val="00BE4F25"/>
    <w:rsid w:val="00BE5568"/>
    <w:rsid w:val="00BF192C"/>
    <w:rsid w:val="00BF1DFC"/>
    <w:rsid w:val="00BF3ECD"/>
    <w:rsid w:val="00BF58B5"/>
    <w:rsid w:val="00C00111"/>
    <w:rsid w:val="00C009AC"/>
    <w:rsid w:val="00C033CE"/>
    <w:rsid w:val="00C0379B"/>
    <w:rsid w:val="00C04746"/>
    <w:rsid w:val="00C07E5B"/>
    <w:rsid w:val="00C1353E"/>
    <w:rsid w:val="00C20ACB"/>
    <w:rsid w:val="00C232FE"/>
    <w:rsid w:val="00C25D08"/>
    <w:rsid w:val="00C2731F"/>
    <w:rsid w:val="00C33B1E"/>
    <w:rsid w:val="00C341D9"/>
    <w:rsid w:val="00C346E9"/>
    <w:rsid w:val="00C34C8C"/>
    <w:rsid w:val="00C40812"/>
    <w:rsid w:val="00C450ED"/>
    <w:rsid w:val="00C46262"/>
    <w:rsid w:val="00C46937"/>
    <w:rsid w:val="00C51028"/>
    <w:rsid w:val="00C52EEF"/>
    <w:rsid w:val="00C53192"/>
    <w:rsid w:val="00C53BCC"/>
    <w:rsid w:val="00C54AE8"/>
    <w:rsid w:val="00C562EE"/>
    <w:rsid w:val="00C6537E"/>
    <w:rsid w:val="00C65432"/>
    <w:rsid w:val="00C67BDB"/>
    <w:rsid w:val="00C7322E"/>
    <w:rsid w:val="00C768A4"/>
    <w:rsid w:val="00C775EB"/>
    <w:rsid w:val="00C779D4"/>
    <w:rsid w:val="00C810BB"/>
    <w:rsid w:val="00C83861"/>
    <w:rsid w:val="00C900A8"/>
    <w:rsid w:val="00C91FC9"/>
    <w:rsid w:val="00C92017"/>
    <w:rsid w:val="00C95854"/>
    <w:rsid w:val="00C95EEF"/>
    <w:rsid w:val="00CA0272"/>
    <w:rsid w:val="00CA1429"/>
    <w:rsid w:val="00CA1AC6"/>
    <w:rsid w:val="00CA24A4"/>
    <w:rsid w:val="00CA5D80"/>
    <w:rsid w:val="00CA7DC8"/>
    <w:rsid w:val="00CB168F"/>
    <w:rsid w:val="00CB1BC3"/>
    <w:rsid w:val="00CC0E37"/>
    <w:rsid w:val="00CC1F7E"/>
    <w:rsid w:val="00CC3529"/>
    <w:rsid w:val="00CC38BF"/>
    <w:rsid w:val="00CC76BA"/>
    <w:rsid w:val="00CD0E85"/>
    <w:rsid w:val="00CD2359"/>
    <w:rsid w:val="00CD5303"/>
    <w:rsid w:val="00CE43AC"/>
    <w:rsid w:val="00CF01A2"/>
    <w:rsid w:val="00CF306E"/>
    <w:rsid w:val="00CF3D64"/>
    <w:rsid w:val="00CF58F3"/>
    <w:rsid w:val="00D01B55"/>
    <w:rsid w:val="00D02DCF"/>
    <w:rsid w:val="00D03449"/>
    <w:rsid w:val="00D03EAB"/>
    <w:rsid w:val="00D0480D"/>
    <w:rsid w:val="00D04D47"/>
    <w:rsid w:val="00D106B1"/>
    <w:rsid w:val="00D10FCE"/>
    <w:rsid w:val="00D11DB4"/>
    <w:rsid w:val="00D13127"/>
    <w:rsid w:val="00D20A7C"/>
    <w:rsid w:val="00D22D41"/>
    <w:rsid w:val="00D26FC5"/>
    <w:rsid w:val="00D310BE"/>
    <w:rsid w:val="00D37CAE"/>
    <w:rsid w:val="00D43BB3"/>
    <w:rsid w:val="00D46B12"/>
    <w:rsid w:val="00D47385"/>
    <w:rsid w:val="00D517DB"/>
    <w:rsid w:val="00D52C78"/>
    <w:rsid w:val="00D531C0"/>
    <w:rsid w:val="00D53D0B"/>
    <w:rsid w:val="00D55FA9"/>
    <w:rsid w:val="00D579FE"/>
    <w:rsid w:val="00D613AC"/>
    <w:rsid w:val="00D62AB0"/>
    <w:rsid w:val="00D651D3"/>
    <w:rsid w:val="00D7006C"/>
    <w:rsid w:val="00D708DA"/>
    <w:rsid w:val="00D70B9C"/>
    <w:rsid w:val="00D71BEA"/>
    <w:rsid w:val="00D72CAB"/>
    <w:rsid w:val="00D742D7"/>
    <w:rsid w:val="00D7714C"/>
    <w:rsid w:val="00D801E4"/>
    <w:rsid w:val="00D80AE9"/>
    <w:rsid w:val="00D8194C"/>
    <w:rsid w:val="00D82F17"/>
    <w:rsid w:val="00D84C4E"/>
    <w:rsid w:val="00D85EE9"/>
    <w:rsid w:val="00D876A3"/>
    <w:rsid w:val="00D877B5"/>
    <w:rsid w:val="00D93F23"/>
    <w:rsid w:val="00D945E5"/>
    <w:rsid w:val="00D9635B"/>
    <w:rsid w:val="00DA25C0"/>
    <w:rsid w:val="00DA2702"/>
    <w:rsid w:val="00DA39EA"/>
    <w:rsid w:val="00DA442E"/>
    <w:rsid w:val="00DA7D43"/>
    <w:rsid w:val="00DB087E"/>
    <w:rsid w:val="00DB44AB"/>
    <w:rsid w:val="00DB44E4"/>
    <w:rsid w:val="00DB68A9"/>
    <w:rsid w:val="00DB743C"/>
    <w:rsid w:val="00DC1B98"/>
    <w:rsid w:val="00DC2E45"/>
    <w:rsid w:val="00DC4139"/>
    <w:rsid w:val="00DC41AA"/>
    <w:rsid w:val="00DC5D52"/>
    <w:rsid w:val="00DC683C"/>
    <w:rsid w:val="00DC7A69"/>
    <w:rsid w:val="00DC7D53"/>
    <w:rsid w:val="00DD1DAC"/>
    <w:rsid w:val="00DD54FF"/>
    <w:rsid w:val="00DD56CD"/>
    <w:rsid w:val="00DD65ED"/>
    <w:rsid w:val="00DD68ED"/>
    <w:rsid w:val="00DE02AB"/>
    <w:rsid w:val="00DE1C55"/>
    <w:rsid w:val="00DE1F9A"/>
    <w:rsid w:val="00DE21A8"/>
    <w:rsid w:val="00DE5303"/>
    <w:rsid w:val="00DE71BB"/>
    <w:rsid w:val="00DF261E"/>
    <w:rsid w:val="00DF2A4E"/>
    <w:rsid w:val="00DF3B36"/>
    <w:rsid w:val="00DF5E4A"/>
    <w:rsid w:val="00E122C8"/>
    <w:rsid w:val="00E1496B"/>
    <w:rsid w:val="00E2077F"/>
    <w:rsid w:val="00E238B7"/>
    <w:rsid w:val="00E24254"/>
    <w:rsid w:val="00E242C1"/>
    <w:rsid w:val="00E2638B"/>
    <w:rsid w:val="00E3282A"/>
    <w:rsid w:val="00E345E1"/>
    <w:rsid w:val="00E37B54"/>
    <w:rsid w:val="00E413E8"/>
    <w:rsid w:val="00E42106"/>
    <w:rsid w:val="00E445DC"/>
    <w:rsid w:val="00E4501C"/>
    <w:rsid w:val="00E452FE"/>
    <w:rsid w:val="00E46E5B"/>
    <w:rsid w:val="00E51C56"/>
    <w:rsid w:val="00E533C2"/>
    <w:rsid w:val="00E60255"/>
    <w:rsid w:val="00E6137F"/>
    <w:rsid w:val="00E613A1"/>
    <w:rsid w:val="00E61C1D"/>
    <w:rsid w:val="00E64E71"/>
    <w:rsid w:val="00E66B6B"/>
    <w:rsid w:val="00E66BA4"/>
    <w:rsid w:val="00E6783D"/>
    <w:rsid w:val="00E80BD8"/>
    <w:rsid w:val="00E83A75"/>
    <w:rsid w:val="00E85460"/>
    <w:rsid w:val="00E87527"/>
    <w:rsid w:val="00E90B61"/>
    <w:rsid w:val="00E9623B"/>
    <w:rsid w:val="00E97B41"/>
    <w:rsid w:val="00EA088C"/>
    <w:rsid w:val="00EA6248"/>
    <w:rsid w:val="00EA77E8"/>
    <w:rsid w:val="00EB3B11"/>
    <w:rsid w:val="00EB41F9"/>
    <w:rsid w:val="00EB645F"/>
    <w:rsid w:val="00EC4E94"/>
    <w:rsid w:val="00EC6F88"/>
    <w:rsid w:val="00EC72CA"/>
    <w:rsid w:val="00ED021E"/>
    <w:rsid w:val="00ED233F"/>
    <w:rsid w:val="00ED4610"/>
    <w:rsid w:val="00ED5D40"/>
    <w:rsid w:val="00ED6328"/>
    <w:rsid w:val="00ED65C8"/>
    <w:rsid w:val="00ED6AB3"/>
    <w:rsid w:val="00ED6D38"/>
    <w:rsid w:val="00EE0F4F"/>
    <w:rsid w:val="00EE13A2"/>
    <w:rsid w:val="00EE3248"/>
    <w:rsid w:val="00EE49A0"/>
    <w:rsid w:val="00EE4A9E"/>
    <w:rsid w:val="00EE5EBB"/>
    <w:rsid w:val="00EF11A0"/>
    <w:rsid w:val="00EF220A"/>
    <w:rsid w:val="00EF4886"/>
    <w:rsid w:val="00F0217D"/>
    <w:rsid w:val="00F0445C"/>
    <w:rsid w:val="00F12660"/>
    <w:rsid w:val="00F129B3"/>
    <w:rsid w:val="00F142BA"/>
    <w:rsid w:val="00F1627B"/>
    <w:rsid w:val="00F216B5"/>
    <w:rsid w:val="00F3525F"/>
    <w:rsid w:val="00F37235"/>
    <w:rsid w:val="00F4347F"/>
    <w:rsid w:val="00F44D8A"/>
    <w:rsid w:val="00F451FD"/>
    <w:rsid w:val="00F460AB"/>
    <w:rsid w:val="00F46D0C"/>
    <w:rsid w:val="00F51E4C"/>
    <w:rsid w:val="00F56BEA"/>
    <w:rsid w:val="00F619BA"/>
    <w:rsid w:val="00F633B3"/>
    <w:rsid w:val="00F64893"/>
    <w:rsid w:val="00F64EA3"/>
    <w:rsid w:val="00F658DB"/>
    <w:rsid w:val="00F700FF"/>
    <w:rsid w:val="00F70ECB"/>
    <w:rsid w:val="00F712E9"/>
    <w:rsid w:val="00F71D29"/>
    <w:rsid w:val="00F7578C"/>
    <w:rsid w:val="00F76708"/>
    <w:rsid w:val="00F76B0B"/>
    <w:rsid w:val="00F778B9"/>
    <w:rsid w:val="00F77E06"/>
    <w:rsid w:val="00F8158B"/>
    <w:rsid w:val="00F825BC"/>
    <w:rsid w:val="00F83114"/>
    <w:rsid w:val="00F83B69"/>
    <w:rsid w:val="00F9641B"/>
    <w:rsid w:val="00F97940"/>
    <w:rsid w:val="00FB1ADE"/>
    <w:rsid w:val="00FB28F9"/>
    <w:rsid w:val="00FB3C14"/>
    <w:rsid w:val="00FB6342"/>
    <w:rsid w:val="00FB6EEC"/>
    <w:rsid w:val="00FB7B92"/>
    <w:rsid w:val="00FC0023"/>
    <w:rsid w:val="00FC0832"/>
    <w:rsid w:val="00FC29DB"/>
    <w:rsid w:val="00FC4186"/>
    <w:rsid w:val="00FC7E9F"/>
    <w:rsid w:val="00FD19A2"/>
    <w:rsid w:val="00FD2DCA"/>
    <w:rsid w:val="00FD7B51"/>
    <w:rsid w:val="00FE23AA"/>
    <w:rsid w:val="00FE3EB6"/>
    <w:rsid w:val="00FE6DEE"/>
    <w:rsid w:val="00FF07E5"/>
    <w:rsid w:val="00FF15FC"/>
    <w:rsid w:val="00FF5FB7"/>
    <w:rsid w:val="0253EC6E"/>
    <w:rsid w:val="35A8C820"/>
    <w:rsid w:val="5186483A"/>
    <w:rsid w:val="5208C121"/>
    <w:rsid w:val="6333D10D"/>
    <w:rsid w:val="6B5CE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C93E1F"/>
  <w15:docId w15:val="{E43B0112-8421-464B-BCD4-523D3995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9049A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9B50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B50C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B50CA"/>
    <w:rPr>
      <w:rFonts w:ascii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B50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B50C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s.pesaro@aia-figc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m2671\AppData\Local\drma@postacert.istruzione.it" TargetMode="External"/><Relationship Id="rId2" Type="http://schemas.openxmlformats.org/officeDocument/2006/relationships/hyperlink" Target="mailto:edfisicamarche.pu@istruzione.it" TargetMode="External"/><Relationship Id="rId1" Type="http://schemas.openxmlformats.org/officeDocument/2006/relationships/hyperlink" Target="mailto:edifisicamarche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file:///D:\Users\mim2671\AppData\Local\direzione-march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6A13F4-99F1-4DDE-AC5A-8BEE619817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1</TotalTime>
  <Pages>2</Pages>
  <Words>179</Words>
  <Characters>1535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MARIANI</dc:creator>
  <cp:lastModifiedBy>Marco Petrini</cp:lastModifiedBy>
  <cp:revision>2</cp:revision>
  <cp:lastPrinted>2020-01-14T18:33:00Z</cp:lastPrinted>
  <dcterms:created xsi:type="dcterms:W3CDTF">2022-02-02T08:52:00Z</dcterms:created>
  <dcterms:modified xsi:type="dcterms:W3CDTF">2022-02-02T08:52:00Z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